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22" w:rsidRPr="004F3C6F" w:rsidRDefault="005E2322" w:rsidP="00C75F40">
      <w:pPr>
        <w:jc w:val="lowKashida"/>
        <w:rPr>
          <w:sz w:val="32"/>
          <w:szCs w:val="32"/>
          <w:rtl/>
        </w:rPr>
      </w:pPr>
    </w:p>
    <w:p w:rsidR="005E2322" w:rsidRPr="004F3C6F" w:rsidRDefault="005E2322" w:rsidP="00C75F40">
      <w:pPr>
        <w:jc w:val="lowKashida"/>
        <w:rPr>
          <w:sz w:val="32"/>
          <w:szCs w:val="32"/>
          <w:rtl/>
        </w:rPr>
      </w:pPr>
    </w:p>
    <w:p w:rsidR="005E2322" w:rsidRPr="004F3C6F" w:rsidRDefault="005E2322" w:rsidP="00C75F40">
      <w:pPr>
        <w:jc w:val="lowKashida"/>
        <w:rPr>
          <w:sz w:val="32"/>
          <w:szCs w:val="32"/>
          <w:rtl/>
        </w:rPr>
      </w:pPr>
    </w:p>
    <w:p w:rsidR="005E2322" w:rsidRPr="004F3C6F" w:rsidRDefault="005E2322" w:rsidP="00C75F40">
      <w:pPr>
        <w:jc w:val="lowKashida"/>
        <w:rPr>
          <w:sz w:val="32"/>
          <w:szCs w:val="32"/>
          <w:rtl/>
        </w:rPr>
      </w:pPr>
    </w:p>
    <w:p w:rsidR="005E2322" w:rsidRPr="004F3C6F" w:rsidRDefault="005E2322" w:rsidP="00C75F40">
      <w:pPr>
        <w:jc w:val="lowKashida"/>
        <w:rPr>
          <w:sz w:val="32"/>
          <w:szCs w:val="32"/>
          <w:rtl/>
        </w:rPr>
      </w:pPr>
    </w:p>
    <w:p w:rsidR="005E2322" w:rsidRPr="004F3C6F" w:rsidRDefault="005E2322" w:rsidP="00C75F40">
      <w:pPr>
        <w:jc w:val="lowKashida"/>
        <w:rPr>
          <w:sz w:val="32"/>
          <w:szCs w:val="32"/>
          <w:rtl/>
        </w:rPr>
      </w:pPr>
    </w:p>
    <w:p w:rsidR="005E2322" w:rsidRPr="004F3C6F" w:rsidRDefault="005E2322" w:rsidP="00C75F40">
      <w:pPr>
        <w:jc w:val="lowKashida"/>
        <w:rPr>
          <w:sz w:val="32"/>
          <w:szCs w:val="32"/>
          <w:rtl/>
        </w:rPr>
      </w:pPr>
    </w:p>
    <w:p w:rsidR="005E2322" w:rsidRPr="00F85024" w:rsidRDefault="005E2322" w:rsidP="00F85024">
      <w:pPr>
        <w:spacing w:line="360" w:lineRule="auto"/>
        <w:jc w:val="center"/>
        <w:rPr>
          <w:rFonts w:cs="PT Bold Heading"/>
          <w:sz w:val="96"/>
          <w:szCs w:val="96"/>
          <w:rtl/>
        </w:rPr>
      </w:pPr>
      <w:r w:rsidRPr="00F85024">
        <w:rPr>
          <w:rFonts w:cs="PT Bold Heading"/>
          <w:sz w:val="96"/>
          <w:szCs w:val="96"/>
          <w:rtl/>
        </w:rPr>
        <w:t>المصـ</w:t>
      </w:r>
      <w:r>
        <w:rPr>
          <w:rFonts w:cs="PT Bold Heading"/>
          <w:sz w:val="96"/>
          <w:szCs w:val="96"/>
          <w:rtl/>
        </w:rPr>
        <w:t>ـــــــ</w:t>
      </w:r>
      <w:r w:rsidRPr="00F85024">
        <w:rPr>
          <w:rFonts w:cs="PT Bold Heading"/>
          <w:sz w:val="96"/>
          <w:szCs w:val="96"/>
          <w:rtl/>
        </w:rPr>
        <w:t xml:space="preserve">ـادر </w:t>
      </w: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21C00" w:rsidRDefault="005E2322" w:rsidP="00C75F40">
      <w:pPr>
        <w:jc w:val="lowKashida"/>
        <w:rPr>
          <w:b/>
          <w:bCs/>
          <w:sz w:val="56"/>
          <w:szCs w:val="56"/>
          <w:rtl/>
        </w:rPr>
      </w:pPr>
      <w:r w:rsidRPr="004F3C6F">
        <w:rPr>
          <w:sz w:val="52"/>
          <w:szCs w:val="52"/>
          <w:rtl/>
        </w:rPr>
        <w:t xml:space="preserve">          </w:t>
      </w:r>
      <w:r>
        <w:rPr>
          <w:sz w:val="56"/>
          <w:szCs w:val="56"/>
          <w:rtl/>
        </w:rPr>
        <w:t xml:space="preserve">    </w:t>
      </w:r>
      <w:r w:rsidRPr="00421C00">
        <w:rPr>
          <w:b/>
          <w:bCs/>
          <w:sz w:val="56"/>
          <w:szCs w:val="56"/>
          <w:rtl/>
        </w:rPr>
        <w:t xml:space="preserve">أولا : المصادر العربية </w:t>
      </w:r>
    </w:p>
    <w:p w:rsidR="005E2322" w:rsidRPr="00421C00" w:rsidRDefault="005E2322" w:rsidP="00C75F40">
      <w:pPr>
        <w:jc w:val="lowKashida"/>
        <w:rPr>
          <w:b/>
          <w:bCs/>
          <w:sz w:val="56"/>
          <w:szCs w:val="56"/>
          <w:rtl/>
        </w:rPr>
      </w:pPr>
    </w:p>
    <w:p w:rsidR="005E2322" w:rsidRPr="004F3C6F" w:rsidRDefault="005E2322" w:rsidP="00C75F40">
      <w:pPr>
        <w:jc w:val="lowKashida"/>
        <w:rPr>
          <w:sz w:val="52"/>
          <w:szCs w:val="52"/>
          <w:rtl/>
        </w:rPr>
      </w:pPr>
      <w:r w:rsidRPr="00421C00">
        <w:rPr>
          <w:b/>
          <w:bCs/>
          <w:sz w:val="56"/>
          <w:szCs w:val="56"/>
          <w:rtl/>
        </w:rPr>
        <w:t xml:space="preserve">          </w:t>
      </w:r>
      <w:r>
        <w:rPr>
          <w:b/>
          <w:bCs/>
          <w:sz w:val="56"/>
          <w:szCs w:val="56"/>
          <w:rtl/>
        </w:rPr>
        <w:t xml:space="preserve">   </w:t>
      </w:r>
      <w:r w:rsidRPr="00421C00">
        <w:rPr>
          <w:b/>
          <w:bCs/>
          <w:sz w:val="56"/>
          <w:szCs w:val="56"/>
          <w:rtl/>
        </w:rPr>
        <w:t>ثانياً : المصادر الأجنبية</w:t>
      </w: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rtl/>
        </w:rPr>
      </w:pPr>
    </w:p>
    <w:p w:rsidR="005E2322" w:rsidRPr="004F3C6F" w:rsidRDefault="005E2322" w:rsidP="00C75F40">
      <w:pPr>
        <w:jc w:val="lowKashida"/>
        <w:rPr>
          <w:sz w:val="32"/>
          <w:szCs w:val="32"/>
          <w:rtl/>
        </w:rPr>
      </w:pPr>
    </w:p>
    <w:p w:rsidR="005E2322" w:rsidRDefault="005E2322" w:rsidP="00C75F40">
      <w:pPr>
        <w:jc w:val="lowKashida"/>
        <w:rPr>
          <w:b/>
          <w:bCs/>
          <w:sz w:val="40"/>
          <w:szCs w:val="40"/>
          <w:rtl/>
        </w:rPr>
      </w:pPr>
      <w:r w:rsidRPr="00F627D6">
        <w:rPr>
          <w:b/>
          <w:bCs/>
          <w:sz w:val="40"/>
          <w:szCs w:val="40"/>
          <w:rtl/>
        </w:rPr>
        <w:t xml:space="preserve">أولاً : المصادر العربية </w:t>
      </w:r>
    </w:p>
    <w:p w:rsidR="005E2322" w:rsidRDefault="005E2322" w:rsidP="00C75F40">
      <w:pPr>
        <w:jc w:val="lowKashida"/>
        <w:rPr>
          <w:b/>
          <w:bCs/>
          <w:sz w:val="40"/>
          <w:szCs w:val="40"/>
          <w:rtl/>
        </w:rPr>
      </w:pPr>
    </w:p>
    <w:p w:rsidR="005E2322" w:rsidRPr="007D3F74" w:rsidRDefault="005E2322" w:rsidP="004A618F">
      <w:pPr>
        <w:numPr>
          <w:ilvl w:val="0"/>
          <w:numId w:val="2"/>
        </w:numPr>
        <w:tabs>
          <w:tab w:val="clear" w:pos="795"/>
          <w:tab w:val="num" w:pos="26"/>
        </w:tabs>
        <w:ind w:left="386"/>
        <w:jc w:val="lowKashida"/>
        <w:rPr>
          <w:sz w:val="32"/>
          <w:szCs w:val="32"/>
          <w:rtl/>
        </w:rPr>
      </w:pPr>
      <w:r w:rsidRPr="007D3F74">
        <w:rPr>
          <w:sz w:val="32"/>
          <w:szCs w:val="32"/>
          <w:rtl/>
        </w:rPr>
        <w:t xml:space="preserve">القرآن الكريم . </w:t>
      </w:r>
    </w:p>
    <w:p w:rsidR="005E2322" w:rsidRPr="004F3C6F" w:rsidRDefault="005E2322" w:rsidP="00C75F40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إبراهيم، فاضل خليل(1999) </w:t>
      </w:r>
      <w:r w:rsidRPr="004F3C6F">
        <w:rPr>
          <w:b/>
          <w:bCs/>
          <w:sz w:val="32"/>
          <w:szCs w:val="32"/>
          <w:rtl/>
        </w:rPr>
        <w:t>اثر استخدام التعلم التعاوني على تحصيل التلاميذ في مادة التاريخ وميولهم نحوها</w:t>
      </w:r>
      <w:r w:rsidRPr="004F3C6F">
        <w:rPr>
          <w:sz w:val="32"/>
          <w:szCs w:val="32"/>
          <w:rtl/>
        </w:rPr>
        <w:t xml:space="preserve"> ، المجلة العربية للتربية ، المجلد(19) العدد (1). </w:t>
      </w:r>
    </w:p>
    <w:p w:rsidR="005E2322" w:rsidRPr="00900F51" w:rsidRDefault="005E2322" w:rsidP="00190B66">
      <w:pPr>
        <w:ind w:left="26"/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أبو جادو، صالح محمد علي ، 2003،</w:t>
      </w:r>
      <w:r w:rsidRPr="004F3C6F">
        <w:rPr>
          <w:b/>
          <w:bCs/>
          <w:sz w:val="32"/>
          <w:szCs w:val="32"/>
          <w:rtl/>
        </w:rPr>
        <w:t>علم النفس التربوي</w:t>
      </w:r>
      <w:r w:rsidRPr="004F3C6F">
        <w:rPr>
          <w:sz w:val="32"/>
          <w:szCs w:val="32"/>
          <w:rtl/>
        </w:rPr>
        <w:t xml:space="preserve"> ، ط3، دار المسيرة للنشر والتوزيع والطباعة ، عمان الأردن . 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------------------------</w:t>
      </w:r>
      <w:r w:rsidRPr="004F3C6F">
        <w:rPr>
          <w:sz w:val="32"/>
          <w:szCs w:val="32"/>
          <w:rtl/>
        </w:rPr>
        <w:t>، 2008،</w:t>
      </w:r>
      <w:r>
        <w:rPr>
          <w:b/>
          <w:bCs/>
          <w:sz w:val="32"/>
          <w:szCs w:val="32"/>
          <w:rtl/>
        </w:rPr>
        <w:t xml:space="preserve"> </w:t>
      </w:r>
      <w:r w:rsidRPr="004F3C6F">
        <w:rPr>
          <w:b/>
          <w:bCs/>
          <w:sz w:val="32"/>
          <w:szCs w:val="32"/>
          <w:rtl/>
        </w:rPr>
        <w:t>علم النفس التربوي</w:t>
      </w:r>
      <w:r>
        <w:rPr>
          <w:sz w:val="32"/>
          <w:szCs w:val="32"/>
          <w:rtl/>
        </w:rPr>
        <w:t>، ط6، دار</w:t>
      </w:r>
      <w:r w:rsidRPr="004F3C6F">
        <w:rPr>
          <w:sz w:val="32"/>
          <w:szCs w:val="32"/>
          <w:rtl/>
        </w:rPr>
        <w:t xml:space="preserve">المسيرة،عمان. </w:t>
      </w:r>
    </w:p>
    <w:p w:rsidR="005E2322" w:rsidRDefault="005E2322" w:rsidP="00FD579A">
      <w:pPr>
        <w:jc w:val="lowKashida"/>
        <w:rPr>
          <w:rtl/>
        </w:rPr>
      </w:pPr>
    </w:p>
    <w:p w:rsidR="005E2322" w:rsidRPr="00B9717D" w:rsidRDefault="005E2322" w:rsidP="00B9717D">
      <w:pPr>
        <w:pStyle w:val="ListParagraph"/>
        <w:numPr>
          <w:ilvl w:val="0"/>
          <w:numId w:val="1"/>
        </w:numPr>
        <w:tabs>
          <w:tab w:val="clear" w:pos="720"/>
          <w:tab w:val="num" w:pos="386"/>
        </w:tabs>
        <w:ind w:left="386"/>
        <w:jc w:val="lowKashida"/>
        <w:rPr>
          <w:sz w:val="32"/>
          <w:szCs w:val="32"/>
          <w:lang w:bidi="ar-IQ"/>
        </w:rPr>
      </w:pPr>
      <w:r w:rsidRPr="00B9717D">
        <w:rPr>
          <w:sz w:val="32"/>
          <w:szCs w:val="32"/>
          <w:rtl/>
        </w:rPr>
        <w:t xml:space="preserve">أبن خلدون ، جميل موسى النجار ، ( 2007م ) ، </w:t>
      </w:r>
      <w:r w:rsidRPr="00B9717D">
        <w:rPr>
          <w:b/>
          <w:bCs/>
          <w:sz w:val="32"/>
          <w:szCs w:val="32"/>
          <w:rtl/>
        </w:rPr>
        <w:t>فلسفة التأريخ ( مباحث           نظرية )</w:t>
      </w:r>
      <w:r w:rsidRPr="00B9717D">
        <w:rPr>
          <w:sz w:val="32"/>
          <w:szCs w:val="32"/>
          <w:rtl/>
        </w:rPr>
        <w:t xml:space="preserve"> ، ط1 ، بغداد .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أبو حطب ، وأمال صادق ، 1996 ، </w:t>
      </w:r>
      <w:r w:rsidRPr="004F3C6F">
        <w:rPr>
          <w:b/>
          <w:bCs/>
          <w:sz w:val="32"/>
          <w:szCs w:val="32"/>
          <w:rtl/>
        </w:rPr>
        <w:t>علم النفس التربوي</w:t>
      </w:r>
      <w:r w:rsidRPr="004F3C6F">
        <w:rPr>
          <w:sz w:val="32"/>
          <w:szCs w:val="32"/>
          <w:rtl/>
        </w:rPr>
        <w:t xml:space="preserve"> ، ط3، مكتبة الانجلو المصرية ، القاهرة . </w:t>
      </w:r>
    </w:p>
    <w:p w:rsidR="005E2322" w:rsidRPr="00900F51" w:rsidRDefault="005E2322" w:rsidP="00190B66">
      <w:pPr>
        <w:ind w:left="26"/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 أبو ختله ،إيناس عمر محمد، 2005،</w:t>
      </w:r>
      <w:r w:rsidRPr="004F3C6F">
        <w:rPr>
          <w:b/>
          <w:bCs/>
          <w:sz w:val="32"/>
          <w:szCs w:val="32"/>
          <w:rtl/>
        </w:rPr>
        <w:t xml:space="preserve"> نظريات المناهج التربوية</w:t>
      </w:r>
      <w:r w:rsidRPr="004F3C6F">
        <w:rPr>
          <w:sz w:val="32"/>
          <w:szCs w:val="32"/>
          <w:rtl/>
        </w:rPr>
        <w:t xml:space="preserve"> ، دار </w:t>
      </w:r>
      <w:r>
        <w:rPr>
          <w:sz w:val="32"/>
          <w:szCs w:val="32"/>
          <w:rtl/>
        </w:rPr>
        <w:t xml:space="preserve">             </w:t>
      </w:r>
      <w:r w:rsidRPr="004F3C6F">
        <w:rPr>
          <w:sz w:val="32"/>
          <w:szCs w:val="32"/>
          <w:rtl/>
        </w:rPr>
        <w:t xml:space="preserve">صفاء ، عمان </w:t>
      </w:r>
      <w:r w:rsidRPr="004F3C6F">
        <w:rPr>
          <w:rtl/>
        </w:rPr>
        <w:t xml:space="preserve">. </w:t>
      </w:r>
    </w:p>
    <w:p w:rsidR="005E2322" w:rsidRPr="00900F51" w:rsidRDefault="005E2322" w:rsidP="00190B66">
      <w:pPr>
        <w:jc w:val="lowKashida"/>
      </w:pPr>
    </w:p>
    <w:p w:rsidR="005E2322" w:rsidRPr="00190B66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أبو رياش ، حسين محمد وزملاؤه ،2009 ، </w:t>
      </w:r>
      <w:r w:rsidRPr="004F3C6F">
        <w:rPr>
          <w:b/>
          <w:bCs/>
          <w:sz w:val="32"/>
          <w:szCs w:val="32"/>
          <w:rtl/>
        </w:rPr>
        <w:t>أصول استراتيجيات التعلم والتعليم     ( النظرية والتطبيق)</w:t>
      </w:r>
      <w:r w:rsidRPr="004F3C6F">
        <w:rPr>
          <w:sz w:val="32"/>
          <w:szCs w:val="32"/>
          <w:rtl/>
        </w:rPr>
        <w:t xml:space="preserve"> ، ط1 ، دار الثقافة للنشر والتوزيع عمان . </w:t>
      </w:r>
    </w:p>
    <w:p w:rsidR="005E2322" w:rsidRPr="00900F51" w:rsidRDefault="005E2322" w:rsidP="00190B66">
      <w:pPr>
        <w:jc w:val="lowKashida"/>
      </w:pPr>
    </w:p>
    <w:p w:rsidR="005E2322" w:rsidRDefault="005E2322" w:rsidP="00CF0550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7A3960">
        <w:rPr>
          <w:sz w:val="32"/>
          <w:szCs w:val="32"/>
          <w:rtl/>
        </w:rPr>
        <w:t xml:space="preserve">أبو زينة ، </w:t>
      </w:r>
      <w:r>
        <w:rPr>
          <w:sz w:val="32"/>
          <w:szCs w:val="32"/>
          <w:rtl/>
        </w:rPr>
        <w:t xml:space="preserve">فريد كامل ، 1992، </w:t>
      </w:r>
      <w:r w:rsidRPr="005208A9">
        <w:rPr>
          <w:b/>
          <w:bCs/>
          <w:sz w:val="32"/>
          <w:szCs w:val="32"/>
          <w:rtl/>
        </w:rPr>
        <w:t>أساسيات القياس والتقويم في التربية</w:t>
      </w:r>
      <w:r>
        <w:rPr>
          <w:sz w:val="32"/>
          <w:szCs w:val="32"/>
          <w:rtl/>
        </w:rPr>
        <w:t xml:space="preserve"> ، ط1 مكتبة الفلاح ، الكويت . </w:t>
      </w:r>
    </w:p>
    <w:p w:rsidR="005E2322" w:rsidRPr="00900F51" w:rsidRDefault="005E2322" w:rsidP="00F82EAC">
      <w:pPr>
        <w:jc w:val="lowKashida"/>
        <w:rPr>
          <w:sz w:val="32"/>
          <w:szCs w:val="32"/>
        </w:rPr>
      </w:pPr>
    </w:p>
    <w:p w:rsidR="005E2322" w:rsidRDefault="005E2322" w:rsidP="00CF0550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>------------------- ، 1998،</w:t>
      </w:r>
      <w:r w:rsidRPr="005208A9">
        <w:rPr>
          <w:b/>
          <w:bCs/>
          <w:sz w:val="32"/>
          <w:szCs w:val="32"/>
          <w:rtl/>
        </w:rPr>
        <w:t>أساسيات القياس والتقويم في التربية</w:t>
      </w:r>
      <w:r>
        <w:rPr>
          <w:sz w:val="32"/>
          <w:szCs w:val="32"/>
          <w:rtl/>
        </w:rPr>
        <w:t xml:space="preserve"> ،ط2،مكتبة الفلاح ، الكويت . </w:t>
      </w:r>
    </w:p>
    <w:p w:rsidR="005E2322" w:rsidRPr="00CF0550" w:rsidRDefault="005E2322" w:rsidP="00CF0550">
      <w:pPr>
        <w:ind w:left="26"/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أبو صالح، محمد صبحي ، 2000، </w:t>
      </w:r>
      <w:r w:rsidRPr="004F3C6F">
        <w:rPr>
          <w:b/>
          <w:bCs/>
          <w:sz w:val="32"/>
          <w:szCs w:val="32"/>
          <w:rtl/>
        </w:rPr>
        <w:t>الطرق الإحصائية</w:t>
      </w:r>
      <w:r w:rsidRPr="004F3C6F">
        <w:rPr>
          <w:sz w:val="32"/>
          <w:szCs w:val="32"/>
          <w:rtl/>
        </w:rPr>
        <w:t xml:space="preserve"> ، ط1 ، مكتب روعة للطباعة والنشر ، دار اليازوري العلمية للنشر والتوزيع ، الأردن ، عمان .</w:t>
      </w:r>
      <w:r w:rsidRPr="004F3C6F">
        <w:rPr>
          <w:rtl/>
        </w:rPr>
        <w:t xml:space="preserve"> </w:t>
      </w:r>
    </w:p>
    <w:p w:rsidR="005E2322" w:rsidRPr="00900F51" w:rsidRDefault="005E2322" w:rsidP="00190B66">
      <w:pPr>
        <w:jc w:val="lowKashida"/>
      </w:pPr>
      <w:r w:rsidRPr="004F3C6F">
        <w:rPr>
          <w:rtl/>
        </w:rPr>
        <w:t xml:space="preserve"> </w:t>
      </w: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 xml:space="preserve">أبو عطية، عصام فهد، (1999)، </w:t>
      </w:r>
      <w:r w:rsidRPr="004F3C6F">
        <w:rPr>
          <w:b/>
          <w:bCs/>
          <w:sz w:val="32"/>
          <w:szCs w:val="32"/>
          <w:rtl/>
        </w:rPr>
        <w:t xml:space="preserve">اثر التعلم بنظام المجموعات التعاونية وحجم المجموعات على تحصيل طلاب الصف الخامس الأساسي في الرياضيات في محافظة جنين </w:t>
      </w:r>
      <w:r w:rsidRPr="004F3C6F">
        <w:rPr>
          <w:sz w:val="32"/>
          <w:szCs w:val="32"/>
          <w:rtl/>
        </w:rPr>
        <w:t>، رسالة ماجستير غير منشورة ، جامعة النجاح الوطنية ، نابلس فلسطين.</w:t>
      </w:r>
    </w:p>
    <w:p w:rsidR="005E2322" w:rsidRPr="00900F51" w:rsidRDefault="005E2322" w:rsidP="00190B66">
      <w:pPr>
        <w:jc w:val="lowKashida"/>
        <w:rPr>
          <w:sz w:val="32"/>
          <w:szCs w:val="32"/>
          <w:rtl/>
        </w:rPr>
      </w:pPr>
    </w:p>
    <w:p w:rsidR="005E2322" w:rsidRDefault="005E2322" w:rsidP="00417CDB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251BBD">
        <w:rPr>
          <w:sz w:val="32"/>
          <w:szCs w:val="32"/>
          <w:rtl/>
        </w:rPr>
        <w:t xml:space="preserve">ابن منظور ، جمال الدين أبو الفضل </w:t>
      </w:r>
      <w:r>
        <w:rPr>
          <w:sz w:val="32"/>
          <w:szCs w:val="32"/>
          <w:rtl/>
        </w:rPr>
        <w:t xml:space="preserve"> محمد بن مكرم</w:t>
      </w:r>
      <w:r w:rsidRPr="00251BBD">
        <w:rPr>
          <w:sz w:val="32"/>
          <w:szCs w:val="32"/>
          <w:rtl/>
        </w:rPr>
        <w:t xml:space="preserve">، </w:t>
      </w:r>
      <w:r w:rsidRPr="00251BBD">
        <w:rPr>
          <w:b/>
          <w:bCs/>
          <w:sz w:val="32"/>
          <w:szCs w:val="32"/>
          <w:rtl/>
        </w:rPr>
        <w:t>لسان العرب</w:t>
      </w:r>
      <w:r w:rsidRPr="00251BBD">
        <w:rPr>
          <w:sz w:val="32"/>
          <w:szCs w:val="32"/>
          <w:rtl/>
        </w:rPr>
        <w:t xml:space="preserve"> ، ج2 ،</w:t>
      </w:r>
      <w:r>
        <w:rPr>
          <w:sz w:val="32"/>
          <w:szCs w:val="32"/>
          <w:rtl/>
        </w:rPr>
        <w:t>ط2</w:t>
      </w:r>
      <w:r w:rsidRPr="00251BBD">
        <w:rPr>
          <w:sz w:val="32"/>
          <w:szCs w:val="32"/>
          <w:rtl/>
        </w:rPr>
        <w:t xml:space="preserve"> دار الكتب العلمية ، بيروت</w:t>
      </w:r>
      <w:r>
        <w:rPr>
          <w:sz w:val="32"/>
          <w:szCs w:val="32"/>
          <w:rtl/>
        </w:rPr>
        <w:t xml:space="preserve"> . </w:t>
      </w:r>
    </w:p>
    <w:p w:rsidR="005E2322" w:rsidRPr="004F3C6F" w:rsidRDefault="005E2322" w:rsidP="00F82EAC">
      <w:pPr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أبو لبدة، سبع محمد، 1985، </w:t>
      </w:r>
      <w:r w:rsidRPr="004F3C6F">
        <w:rPr>
          <w:b/>
          <w:bCs/>
          <w:sz w:val="32"/>
          <w:szCs w:val="32"/>
          <w:rtl/>
        </w:rPr>
        <w:t>مبادئ القياس والتقييم التربوي للطالب الجامعي والمعلم العربي</w:t>
      </w:r>
      <w:r w:rsidRPr="004F3C6F">
        <w:rPr>
          <w:sz w:val="32"/>
          <w:szCs w:val="32"/>
          <w:rtl/>
        </w:rPr>
        <w:t>، ط3، دار الأمل للنشر والتوزيع، عمان</w:t>
      </w:r>
      <w:r w:rsidRPr="004F3C6F">
        <w:rPr>
          <w:rtl/>
        </w:rPr>
        <w:t xml:space="preserve">.  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احمد ، سماح عبد الحميد سلمان ، 2006، </w:t>
      </w:r>
      <w:r>
        <w:rPr>
          <w:b/>
          <w:bCs/>
          <w:sz w:val="32"/>
          <w:szCs w:val="32"/>
          <w:rtl/>
        </w:rPr>
        <w:t xml:space="preserve">اثر استخدام </w:t>
      </w:r>
      <w:r w:rsidRPr="004F3C6F">
        <w:rPr>
          <w:b/>
          <w:bCs/>
          <w:sz w:val="32"/>
          <w:szCs w:val="32"/>
          <w:rtl/>
        </w:rPr>
        <w:t>إستراتيجية  ( فكر – زاوج – شارك ) في تنمية التفكير الناقد في الرياضيات وفي مواقف حياتية لطلاب المرحلة الإعدادية</w:t>
      </w:r>
      <w:r w:rsidRPr="004F3C6F">
        <w:rPr>
          <w:sz w:val="32"/>
          <w:szCs w:val="32"/>
          <w:rtl/>
        </w:rPr>
        <w:t xml:space="preserve"> ، رسالة ماجستير غير منشورة ، كلية التربية ببور </w:t>
      </w:r>
      <w:r>
        <w:rPr>
          <w:sz w:val="32"/>
          <w:szCs w:val="32"/>
          <w:rtl/>
        </w:rPr>
        <w:t xml:space="preserve">  </w:t>
      </w:r>
      <w:r w:rsidRPr="004F3C6F">
        <w:rPr>
          <w:sz w:val="32"/>
          <w:szCs w:val="32"/>
          <w:rtl/>
        </w:rPr>
        <w:t>سعيد ، جامعة قناة السويس ، مصر .</w:t>
      </w:r>
      <w:r w:rsidRPr="004F3C6F">
        <w:rPr>
          <w:rtl/>
        </w:rPr>
        <w:t xml:space="preserve"> </w:t>
      </w:r>
    </w:p>
    <w:p w:rsidR="005E2322" w:rsidRPr="00900F51" w:rsidRDefault="005E2322" w:rsidP="00190B66">
      <w:pPr>
        <w:jc w:val="lowKashida"/>
        <w:rPr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 xml:space="preserve">احمد، محمد عبد السلام ، </w:t>
      </w:r>
      <w:r w:rsidRPr="004F3C6F">
        <w:rPr>
          <w:b/>
          <w:bCs/>
          <w:sz w:val="32"/>
          <w:szCs w:val="32"/>
          <w:rtl/>
        </w:rPr>
        <w:t>القياس النفسي والتربوي</w:t>
      </w:r>
      <w:r w:rsidRPr="004F3C6F">
        <w:rPr>
          <w:sz w:val="32"/>
          <w:szCs w:val="32"/>
          <w:rtl/>
        </w:rPr>
        <w:t>، ط1، مكتبة النهضة المصرية ، القاهرة ، د.ت .</w:t>
      </w:r>
      <w:r w:rsidRPr="004F3C6F">
        <w:rPr>
          <w:rtl/>
        </w:rPr>
        <w:t xml:space="preserve"> </w:t>
      </w:r>
    </w:p>
    <w:p w:rsidR="005E2322" w:rsidRDefault="005E2322" w:rsidP="00190B66">
      <w:pPr>
        <w:jc w:val="lowKashida"/>
        <w:rPr>
          <w:sz w:val="32"/>
          <w:szCs w:val="32"/>
        </w:rPr>
      </w:pPr>
    </w:p>
    <w:p w:rsidR="005E2322" w:rsidRDefault="005E2322" w:rsidP="00190B66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 xml:space="preserve">الأحمد،ردينة عثمان ، حذام عثمان يوسف، 2001، </w:t>
      </w:r>
      <w:r w:rsidRPr="00CD4D3F">
        <w:rPr>
          <w:b/>
          <w:bCs/>
          <w:sz w:val="32"/>
          <w:szCs w:val="32"/>
          <w:rtl/>
        </w:rPr>
        <w:t>طرائق التدريس              منهج ، أسلوب ، وسيلة</w:t>
      </w:r>
      <w:r>
        <w:rPr>
          <w:sz w:val="32"/>
          <w:szCs w:val="32"/>
          <w:rtl/>
        </w:rPr>
        <w:t xml:space="preserve"> ، ط1 ، دار المناهج ، عمان .</w:t>
      </w:r>
    </w:p>
    <w:p w:rsidR="005E2322" w:rsidRPr="00900F51" w:rsidRDefault="005E2322" w:rsidP="00190B66">
      <w:pPr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الاقطش ، يحيى سالم ، 1990 ، </w:t>
      </w:r>
      <w:r w:rsidRPr="004F3C6F">
        <w:rPr>
          <w:b/>
          <w:bCs/>
          <w:sz w:val="32"/>
          <w:szCs w:val="32"/>
          <w:rtl/>
        </w:rPr>
        <w:t>توظيف معطيات التقنية التربوية الحديثة في تدريس بحث التربية الإسلامية</w:t>
      </w:r>
      <w:r w:rsidRPr="004F3C6F">
        <w:rPr>
          <w:sz w:val="32"/>
          <w:szCs w:val="32"/>
          <w:rtl/>
        </w:rPr>
        <w:t xml:space="preserve"> ، رسالة معلم ، مجلد (31) العدد (44) .</w:t>
      </w:r>
      <w:r w:rsidRPr="004F3C6F">
        <w:rPr>
          <w:rtl/>
        </w:rPr>
        <w:t xml:space="preserve"> </w:t>
      </w:r>
    </w:p>
    <w:p w:rsidR="005E2322" w:rsidRPr="00900F51" w:rsidRDefault="005E2322" w:rsidP="00190B66">
      <w:pPr>
        <w:jc w:val="lowKashida"/>
        <w:rPr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بدوي، احمد زكي، 1977،</w:t>
      </w:r>
      <w:r w:rsidRPr="004F3C6F">
        <w:rPr>
          <w:b/>
          <w:bCs/>
          <w:sz w:val="32"/>
          <w:szCs w:val="32"/>
          <w:rtl/>
        </w:rPr>
        <w:t xml:space="preserve"> معجم مصطلحات العلوم الاجتماعية</w:t>
      </w:r>
      <w:r w:rsidRPr="004F3C6F">
        <w:rPr>
          <w:sz w:val="32"/>
          <w:szCs w:val="32"/>
          <w:rtl/>
        </w:rPr>
        <w:t xml:space="preserve"> ، مكتبة </w:t>
      </w:r>
      <w:r>
        <w:rPr>
          <w:sz w:val="32"/>
          <w:szCs w:val="32"/>
          <w:rtl/>
        </w:rPr>
        <w:t xml:space="preserve">  </w:t>
      </w:r>
      <w:r w:rsidRPr="004F3C6F">
        <w:rPr>
          <w:sz w:val="32"/>
          <w:szCs w:val="32"/>
          <w:rtl/>
        </w:rPr>
        <w:t>لبنان، بيروت.</w:t>
      </w:r>
      <w:r w:rsidRPr="004F3C6F">
        <w:rPr>
          <w:rtl/>
        </w:rPr>
        <w:t xml:space="preserve"> </w:t>
      </w:r>
    </w:p>
    <w:p w:rsidR="005E2322" w:rsidRPr="00900F51" w:rsidRDefault="005E2322" w:rsidP="00190B66">
      <w:pPr>
        <w:jc w:val="lowKashida"/>
        <w:rPr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 xml:space="preserve">------- </w:t>
      </w:r>
      <w:r w:rsidRPr="004F3C6F">
        <w:rPr>
          <w:sz w:val="32"/>
          <w:szCs w:val="32"/>
          <w:rtl/>
        </w:rPr>
        <w:t xml:space="preserve">، رمضان مسعد، 2010، </w:t>
      </w:r>
      <w:r w:rsidRPr="004F3C6F">
        <w:rPr>
          <w:b/>
          <w:bCs/>
          <w:sz w:val="32"/>
          <w:szCs w:val="32"/>
          <w:rtl/>
        </w:rPr>
        <w:t xml:space="preserve">التعلم النشط </w:t>
      </w:r>
      <w:r w:rsidRPr="004F3C6F">
        <w:rPr>
          <w:sz w:val="32"/>
          <w:szCs w:val="32"/>
          <w:rtl/>
        </w:rPr>
        <w:t xml:space="preserve">، ط1، دار الفكر ناشرون وموزعون ، عمان. 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بدير، كريمان، 2008 ، </w:t>
      </w:r>
      <w:r w:rsidRPr="004F3C6F">
        <w:rPr>
          <w:b/>
          <w:bCs/>
          <w:sz w:val="32"/>
          <w:szCs w:val="32"/>
          <w:rtl/>
        </w:rPr>
        <w:t>التعلم النشط</w:t>
      </w:r>
      <w:r w:rsidRPr="004F3C6F">
        <w:rPr>
          <w:sz w:val="32"/>
          <w:szCs w:val="32"/>
          <w:rtl/>
        </w:rPr>
        <w:t xml:space="preserve"> ، ط1، دار المسيرة للنشر والتوزيع والطباعة ، عمان.</w:t>
      </w:r>
      <w:r w:rsidRPr="004F3C6F">
        <w:rPr>
          <w:rtl/>
        </w:rPr>
        <w:t xml:space="preserve"> 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البغدادي، محمد رضا، 2005،</w:t>
      </w:r>
      <w:r>
        <w:rPr>
          <w:b/>
          <w:bCs/>
          <w:sz w:val="32"/>
          <w:szCs w:val="32"/>
          <w:rtl/>
        </w:rPr>
        <w:t>التعلم التع</w:t>
      </w:r>
      <w:r w:rsidRPr="004F3C6F">
        <w:rPr>
          <w:b/>
          <w:bCs/>
          <w:sz w:val="32"/>
          <w:szCs w:val="32"/>
          <w:rtl/>
        </w:rPr>
        <w:t>اوني</w:t>
      </w:r>
      <w:r w:rsidRPr="004F3C6F">
        <w:rPr>
          <w:sz w:val="32"/>
          <w:szCs w:val="32"/>
          <w:rtl/>
        </w:rPr>
        <w:t xml:space="preserve"> ،</w:t>
      </w:r>
      <w:r>
        <w:rPr>
          <w:sz w:val="32"/>
          <w:szCs w:val="32"/>
          <w:rtl/>
        </w:rPr>
        <w:t xml:space="preserve"> ط1، دار</w:t>
      </w:r>
      <w:r w:rsidRPr="004F3C6F">
        <w:rPr>
          <w:sz w:val="32"/>
          <w:szCs w:val="32"/>
          <w:rtl/>
        </w:rPr>
        <w:t>الفكر العربي القاهرة.</w:t>
      </w:r>
      <w:r w:rsidRPr="004F3C6F">
        <w:rPr>
          <w:rtl/>
        </w:rPr>
        <w:t xml:space="preserve"> 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جابر ، عبد الحميد</w:t>
      </w:r>
      <w:r>
        <w:rPr>
          <w:sz w:val="32"/>
          <w:szCs w:val="32"/>
          <w:rtl/>
        </w:rPr>
        <w:t xml:space="preserve"> جابر</w:t>
      </w:r>
      <w:r w:rsidRPr="004F3C6F">
        <w:rPr>
          <w:sz w:val="32"/>
          <w:szCs w:val="32"/>
          <w:rtl/>
        </w:rPr>
        <w:t xml:space="preserve"> ، 1999، </w:t>
      </w:r>
      <w:r w:rsidRPr="004F3C6F">
        <w:rPr>
          <w:b/>
          <w:bCs/>
          <w:sz w:val="32"/>
          <w:szCs w:val="32"/>
          <w:rtl/>
        </w:rPr>
        <w:t>استراتيجيات التدريس والتعلم</w:t>
      </w:r>
      <w:r w:rsidRPr="004F3C6F">
        <w:rPr>
          <w:sz w:val="32"/>
          <w:szCs w:val="32"/>
          <w:rtl/>
        </w:rPr>
        <w:t xml:space="preserve"> ، دار الفكر العربي  الكتاب العائر ، القاهرة</w:t>
      </w:r>
      <w:r w:rsidRPr="004F3C6F">
        <w:rPr>
          <w:rtl/>
        </w:rPr>
        <w:t xml:space="preserve"> .   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الجبري ، أسماء ومحمد مصطفى الدين ، 1998، </w:t>
      </w:r>
      <w:r w:rsidRPr="004F3C6F">
        <w:rPr>
          <w:b/>
          <w:bCs/>
          <w:sz w:val="32"/>
          <w:szCs w:val="32"/>
          <w:rtl/>
        </w:rPr>
        <w:t>سيكولوجية التعاون والتنافس والفردية</w:t>
      </w:r>
      <w:r w:rsidRPr="004F3C6F">
        <w:rPr>
          <w:sz w:val="32"/>
          <w:szCs w:val="32"/>
          <w:rtl/>
        </w:rPr>
        <w:t xml:space="preserve"> ، عالم الكتب ، القاهرة .</w:t>
      </w:r>
    </w:p>
    <w:p w:rsidR="005E2322" w:rsidRPr="00900F51" w:rsidRDefault="005E2322" w:rsidP="00190B66">
      <w:pPr>
        <w:jc w:val="lowKashida"/>
      </w:pPr>
    </w:p>
    <w:p w:rsidR="005E2322" w:rsidRDefault="005E2322" w:rsidP="00C804B0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>-------------------------</w:t>
      </w:r>
      <w:r w:rsidRPr="004F3C6F">
        <w:rPr>
          <w:sz w:val="32"/>
          <w:szCs w:val="32"/>
          <w:rtl/>
        </w:rPr>
        <w:t xml:space="preserve"> ، 1988 ، </w:t>
      </w:r>
      <w:r w:rsidRPr="004F3C6F">
        <w:rPr>
          <w:b/>
          <w:bCs/>
          <w:sz w:val="32"/>
          <w:szCs w:val="32"/>
          <w:rtl/>
        </w:rPr>
        <w:t>التعلم الجماعي والفردي ، التعاون والتنافس والفردية</w:t>
      </w:r>
      <w:r w:rsidRPr="004F3C6F">
        <w:rPr>
          <w:sz w:val="32"/>
          <w:szCs w:val="32"/>
          <w:rtl/>
        </w:rPr>
        <w:t xml:space="preserve"> ، ترجمة : رفعة محمود ، ج1 ، عالم الكتب، القاهرة .</w:t>
      </w:r>
    </w:p>
    <w:p w:rsidR="005E2322" w:rsidRDefault="005E2322" w:rsidP="00C804B0">
      <w:pPr>
        <w:jc w:val="lowKashida"/>
        <w:rPr>
          <w:sz w:val="32"/>
          <w:szCs w:val="32"/>
        </w:rPr>
      </w:pPr>
    </w:p>
    <w:p w:rsidR="005E2322" w:rsidRDefault="005E2322" w:rsidP="00C804B0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>جونسون  ، ديفيد وجونسون  ، 199</w:t>
      </w:r>
      <w:r>
        <w:rPr>
          <w:sz w:val="32"/>
          <w:szCs w:val="32"/>
          <w:rtl/>
        </w:rPr>
        <w:t>2</w:t>
      </w:r>
      <w:r w:rsidRPr="004F3C6F">
        <w:rPr>
          <w:sz w:val="32"/>
          <w:szCs w:val="32"/>
          <w:rtl/>
        </w:rPr>
        <w:t xml:space="preserve">، </w:t>
      </w:r>
      <w:r w:rsidRPr="004F3C6F">
        <w:rPr>
          <w:b/>
          <w:bCs/>
          <w:sz w:val="32"/>
          <w:szCs w:val="32"/>
          <w:rtl/>
        </w:rPr>
        <w:t>التعلم الجماعي والفردي : التعاون والتنافس والفردية</w:t>
      </w:r>
      <w:r w:rsidRPr="004F3C6F">
        <w:rPr>
          <w:sz w:val="32"/>
          <w:szCs w:val="32"/>
          <w:rtl/>
        </w:rPr>
        <w:t xml:space="preserve"> : ترجمة رفعت محمد بهجت ، عالم الكتب ، القاهرة .</w:t>
      </w:r>
    </w:p>
    <w:p w:rsidR="005E2322" w:rsidRPr="00900F51" w:rsidRDefault="005E2322" w:rsidP="00190B66">
      <w:pPr>
        <w:jc w:val="lowKashida"/>
        <w:rPr>
          <w:sz w:val="32"/>
          <w:szCs w:val="32"/>
        </w:rPr>
      </w:pPr>
    </w:p>
    <w:p w:rsidR="005E2322" w:rsidRDefault="005E2322" w:rsidP="00632F84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-------------------------</w:t>
      </w:r>
      <w:r w:rsidRPr="004F3C6F">
        <w:rPr>
          <w:sz w:val="32"/>
          <w:szCs w:val="32"/>
          <w:rtl/>
        </w:rPr>
        <w:t xml:space="preserve">  ، وآخرون ، 199</w:t>
      </w:r>
      <w:r>
        <w:rPr>
          <w:sz w:val="32"/>
          <w:szCs w:val="32"/>
          <w:rtl/>
        </w:rPr>
        <w:t>4</w:t>
      </w:r>
      <w:r w:rsidRPr="004F3C6F">
        <w:rPr>
          <w:sz w:val="32"/>
          <w:szCs w:val="32"/>
          <w:rtl/>
        </w:rPr>
        <w:t xml:space="preserve"> ، </w:t>
      </w:r>
      <w:r w:rsidRPr="004F3C6F">
        <w:rPr>
          <w:b/>
          <w:bCs/>
          <w:sz w:val="32"/>
          <w:szCs w:val="32"/>
          <w:rtl/>
        </w:rPr>
        <w:t>التعليم التعاوني</w:t>
      </w:r>
      <w:r w:rsidRPr="004F3C6F">
        <w:rPr>
          <w:sz w:val="32"/>
          <w:szCs w:val="32"/>
          <w:rtl/>
        </w:rPr>
        <w:t xml:space="preserve"> ، ترجمة مدارس الظهران الأهلية ، المملكة العربية السعودية .  </w:t>
      </w:r>
    </w:p>
    <w:p w:rsidR="005E2322" w:rsidRPr="00900F51" w:rsidRDefault="005E2322" w:rsidP="00190B66">
      <w:pPr>
        <w:ind w:left="26"/>
        <w:jc w:val="lowKashida"/>
      </w:pPr>
    </w:p>
    <w:p w:rsidR="005E2322" w:rsidRPr="004F3C6F" w:rsidRDefault="005E2322" w:rsidP="00C75F40">
      <w:pPr>
        <w:pStyle w:val="a"/>
        <w:numPr>
          <w:ilvl w:val="0"/>
          <w:numId w:val="1"/>
        </w:numPr>
        <w:tabs>
          <w:tab w:val="clear" w:pos="720"/>
          <w:tab w:val="num" w:pos="26"/>
          <w:tab w:val="left" w:pos="849"/>
        </w:tabs>
        <w:spacing w:after="0" w:line="360" w:lineRule="auto"/>
        <w:ind w:left="386"/>
        <w:jc w:val="lowKashida"/>
        <w:rPr>
          <w:rFonts w:ascii="Times New Roman" w:hAnsi="Times New Roman" w:cs="Times New Roman"/>
          <w:sz w:val="32"/>
          <w:szCs w:val="32"/>
        </w:rPr>
      </w:pPr>
      <w:r w:rsidRPr="004F3C6F">
        <w:rPr>
          <w:rFonts w:ascii="Times New Roman" w:hAnsi="Times New Roman" w:cs="Times New Roman"/>
          <w:sz w:val="32"/>
          <w:szCs w:val="32"/>
          <w:rtl/>
        </w:rPr>
        <w:t xml:space="preserve">حريري، هاشم بكر، 2001 ، </w:t>
      </w:r>
      <w:r w:rsidRPr="004F3C6F">
        <w:rPr>
          <w:rFonts w:ascii="Times New Roman" w:hAnsi="Times New Roman" w:cs="Times New Roman"/>
          <w:b/>
          <w:bCs/>
          <w:sz w:val="32"/>
          <w:szCs w:val="32"/>
          <w:rtl/>
        </w:rPr>
        <w:t>إدارة الفصل بأسلوب التعلم التعاوني وأثره في تحصيل الطلاب الدراسي بمحافظة جدة التعليمية</w:t>
      </w:r>
      <w:r w:rsidRPr="004F3C6F">
        <w:rPr>
          <w:rFonts w:ascii="Times New Roman" w:hAnsi="Times New Roman" w:cs="Times New Roman"/>
          <w:sz w:val="32"/>
          <w:szCs w:val="32"/>
          <w:rtl/>
        </w:rPr>
        <w:t xml:space="preserve"> . </w:t>
      </w:r>
      <w:r w:rsidRPr="004F3C6F">
        <w:rPr>
          <w:rFonts w:ascii="Times New Roman" w:hAnsi="Times New Roman" w:cs="Times New Roman"/>
          <w:sz w:val="32"/>
          <w:szCs w:val="32"/>
        </w:rPr>
        <w:t>www.abegs.org</w:t>
      </w: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حميدة ، إمام مختار وآخرون ، 2000 ، </w:t>
      </w:r>
      <w:r w:rsidRPr="004F3C6F">
        <w:rPr>
          <w:b/>
          <w:bCs/>
          <w:sz w:val="32"/>
          <w:szCs w:val="32"/>
          <w:rtl/>
        </w:rPr>
        <w:t>تدريس الدراسات الاجتماعية في التعليم العام</w:t>
      </w:r>
      <w:r w:rsidRPr="004F3C6F">
        <w:rPr>
          <w:sz w:val="32"/>
          <w:szCs w:val="32"/>
          <w:rtl/>
        </w:rPr>
        <w:t xml:space="preserve"> ، ج1 ،ط2 ، مكتبة زهراء الشرق ، القاهرة .</w:t>
      </w:r>
      <w:r w:rsidRPr="004F3C6F">
        <w:rPr>
          <w:rtl/>
        </w:rPr>
        <w:t xml:space="preserve"> </w:t>
      </w:r>
    </w:p>
    <w:p w:rsidR="005E2322" w:rsidRDefault="005E2322" w:rsidP="00874678">
      <w:pPr>
        <w:ind w:left="26"/>
        <w:jc w:val="lowKashida"/>
      </w:pPr>
    </w:p>
    <w:p w:rsidR="005E2322" w:rsidRPr="00874678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874678">
        <w:rPr>
          <w:sz w:val="32"/>
          <w:szCs w:val="32"/>
          <w:rtl/>
        </w:rPr>
        <w:t xml:space="preserve">حسين ، هدى فاضل ، 2009 ،  </w:t>
      </w:r>
      <w:r w:rsidRPr="00874678">
        <w:rPr>
          <w:b/>
          <w:bCs/>
          <w:sz w:val="32"/>
          <w:szCs w:val="32"/>
          <w:rtl/>
        </w:rPr>
        <w:t>اثر استراتيجية التدريس فوق المعرفية في تحصيل طالبات الصف الخامس الادبي في مادة التاريخ</w:t>
      </w:r>
      <w:r w:rsidRPr="00874678">
        <w:rPr>
          <w:sz w:val="32"/>
          <w:szCs w:val="32"/>
          <w:rtl/>
        </w:rPr>
        <w:t xml:space="preserve"> ، كلية التربية – ابن رشد ، جامعة بغداد ، رسالة ماجستير غير منشورة . </w:t>
      </w:r>
    </w:p>
    <w:p w:rsidR="005E2322" w:rsidRPr="004F3C6F" w:rsidRDefault="005E2322" w:rsidP="00190B66">
      <w:pPr>
        <w:ind w:left="26"/>
        <w:jc w:val="lowKashida"/>
      </w:pPr>
    </w:p>
    <w:p w:rsidR="005E2322" w:rsidRPr="00632F84" w:rsidRDefault="005E2322" w:rsidP="00D9463F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الحيلة ، محمد محمود ، 1999، </w:t>
      </w:r>
      <w:r w:rsidRPr="004F3C6F">
        <w:rPr>
          <w:b/>
          <w:bCs/>
          <w:sz w:val="32"/>
          <w:szCs w:val="32"/>
          <w:rtl/>
        </w:rPr>
        <w:t>التصميم التعليمي نظرية وممارسة</w:t>
      </w:r>
      <w:r w:rsidRPr="004F3C6F">
        <w:rPr>
          <w:sz w:val="32"/>
          <w:szCs w:val="32"/>
          <w:rtl/>
        </w:rPr>
        <w:t xml:space="preserve"> ، دار المسيرة للنشر والتوزيع ، عمان.  </w:t>
      </w:r>
    </w:p>
    <w:p w:rsidR="005E2322" w:rsidRDefault="005E2322" w:rsidP="00632F84">
      <w:pPr>
        <w:jc w:val="lowKashida"/>
        <w:rPr>
          <w:sz w:val="32"/>
          <w:szCs w:val="32"/>
          <w:rtl/>
        </w:rPr>
      </w:pPr>
    </w:p>
    <w:p w:rsidR="005E2322" w:rsidRDefault="005E2322" w:rsidP="00D9463F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----------------------</w:t>
      </w:r>
      <w:r w:rsidRPr="004F3C6F">
        <w:rPr>
          <w:sz w:val="32"/>
          <w:szCs w:val="32"/>
          <w:rtl/>
        </w:rPr>
        <w:t xml:space="preserve"> ، 2002 ، </w:t>
      </w:r>
      <w:r w:rsidRPr="004F3C6F">
        <w:rPr>
          <w:b/>
          <w:bCs/>
          <w:sz w:val="32"/>
          <w:szCs w:val="32"/>
          <w:rtl/>
        </w:rPr>
        <w:t>تكنولوجيا التعليم من اجل تنمية التفكير</w:t>
      </w:r>
      <w:r w:rsidRPr="004F3C6F">
        <w:rPr>
          <w:sz w:val="32"/>
          <w:szCs w:val="32"/>
          <w:rtl/>
        </w:rPr>
        <w:t xml:space="preserve">  دار المسيرة ، عمان . </w:t>
      </w:r>
    </w:p>
    <w:p w:rsidR="005E2322" w:rsidRPr="004F3C6F" w:rsidRDefault="005E2322" w:rsidP="00190B66">
      <w:pPr>
        <w:jc w:val="lowKashida"/>
        <w:rPr>
          <w:rtl/>
        </w:rPr>
      </w:pPr>
    </w:p>
    <w:p w:rsidR="005E2322" w:rsidRDefault="005E2322" w:rsidP="00EF3B10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t>----------------------</w:t>
      </w:r>
      <w:r w:rsidRPr="004F3C6F">
        <w:rPr>
          <w:sz w:val="32"/>
          <w:szCs w:val="32"/>
          <w:rtl/>
        </w:rPr>
        <w:t xml:space="preserve"> ، 2007، </w:t>
      </w:r>
      <w:r w:rsidRPr="004F3C6F">
        <w:rPr>
          <w:b/>
          <w:bCs/>
          <w:sz w:val="32"/>
          <w:szCs w:val="32"/>
          <w:rtl/>
        </w:rPr>
        <w:t xml:space="preserve">مهارات التدريس الصفي </w:t>
      </w:r>
      <w:r w:rsidRPr="004F3C6F">
        <w:rPr>
          <w:sz w:val="32"/>
          <w:szCs w:val="32"/>
          <w:rtl/>
        </w:rPr>
        <w:t xml:space="preserve">، ط2، دار المسيرة، الأردن، عمان. 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 xml:space="preserve">الخالدي ، أديب محمد ، 2008 ، </w:t>
      </w:r>
      <w:r w:rsidRPr="005208A9">
        <w:rPr>
          <w:b/>
          <w:bCs/>
          <w:sz w:val="32"/>
          <w:szCs w:val="32"/>
          <w:rtl/>
        </w:rPr>
        <w:t>سيكولوجية الفروق الفردية والتفوق العقلي</w:t>
      </w:r>
      <w:r>
        <w:rPr>
          <w:sz w:val="32"/>
          <w:szCs w:val="32"/>
          <w:rtl/>
        </w:rPr>
        <w:t xml:space="preserve"> ، ط2 ، دار وائل للكتاب ، عمان ، الأردن . </w:t>
      </w:r>
    </w:p>
    <w:p w:rsidR="005E2322" w:rsidRPr="00190B66" w:rsidRDefault="005E2322" w:rsidP="00190B66">
      <w:pPr>
        <w:jc w:val="lowKashida"/>
        <w:rPr>
          <w:sz w:val="32"/>
          <w:szCs w:val="32"/>
        </w:rPr>
      </w:pPr>
    </w:p>
    <w:p w:rsidR="005E2322" w:rsidRDefault="005E2322" w:rsidP="00120E0F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 خطاب ، محمد ، 1989، </w:t>
      </w:r>
      <w:r w:rsidRPr="004F3C6F">
        <w:rPr>
          <w:b/>
          <w:bCs/>
          <w:sz w:val="32"/>
          <w:szCs w:val="32"/>
          <w:rtl/>
        </w:rPr>
        <w:t>التعلم التعاوني داخل الصف وخارجه</w:t>
      </w:r>
      <w:r w:rsidRPr="004F3C6F">
        <w:rPr>
          <w:sz w:val="32"/>
          <w:szCs w:val="32"/>
          <w:rtl/>
        </w:rPr>
        <w:t xml:space="preserve"> ، دائرة التربية والتعليم ، الاونروا ، وكالة الفوت الدولية ، الأردن</w:t>
      </w:r>
      <w:r w:rsidRPr="004F3C6F">
        <w:rPr>
          <w:rtl/>
        </w:rPr>
        <w:t>.</w:t>
      </w:r>
      <w:r>
        <w:rPr>
          <w:rtl/>
        </w:rPr>
        <w:t xml:space="preserve"> </w:t>
      </w:r>
      <w:r w:rsidRPr="004F3C6F">
        <w:rPr>
          <w:rtl/>
        </w:rPr>
        <w:t xml:space="preserve">  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الخليلي ، خليل يوسف ، وحيدر عبد اللطيف ، 1996 </w:t>
      </w:r>
      <w:r w:rsidRPr="004F3C6F">
        <w:rPr>
          <w:b/>
          <w:bCs/>
          <w:sz w:val="32"/>
          <w:szCs w:val="32"/>
          <w:rtl/>
        </w:rPr>
        <w:t xml:space="preserve">، تدريس العلوم في مراحل التعلم العام </w:t>
      </w:r>
      <w:r w:rsidRPr="004F3C6F">
        <w:rPr>
          <w:sz w:val="32"/>
          <w:szCs w:val="32"/>
          <w:rtl/>
        </w:rPr>
        <w:t>، دار القلم للنشر والتوزيع ، دبي ، الإمارات العربية المتحدة .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 الخوالدة ، محمد محمود وآخرون ، 1995 ، </w:t>
      </w:r>
      <w:r w:rsidRPr="004F3C6F">
        <w:rPr>
          <w:b/>
          <w:bCs/>
          <w:sz w:val="32"/>
          <w:szCs w:val="32"/>
          <w:rtl/>
        </w:rPr>
        <w:t xml:space="preserve">مدخل في التربية </w:t>
      </w:r>
      <w:r w:rsidRPr="004F3C6F">
        <w:rPr>
          <w:sz w:val="32"/>
          <w:szCs w:val="32"/>
          <w:rtl/>
        </w:rPr>
        <w:t xml:space="preserve">، ط 1، مطبعة الكتاب المدرسي ، صنعاء . </w:t>
      </w:r>
    </w:p>
    <w:p w:rsidR="005E2322" w:rsidRPr="00900F51" w:rsidRDefault="005E2322" w:rsidP="00190B66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داود، عزيز حنا وأنور حسين عبد الرحمن ،1990 </w:t>
      </w:r>
      <w:r w:rsidRPr="004F3C6F">
        <w:rPr>
          <w:b/>
          <w:bCs/>
          <w:sz w:val="32"/>
          <w:szCs w:val="32"/>
          <w:rtl/>
        </w:rPr>
        <w:t xml:space="preserve">، مناهج البحث التربوي  </w:t>
      </w:r>
      <w:r w:rsidRPr="009C3150">
        <w:rPr>
          <w:sz w:val="32"/>
          <w:szCs w:val="32"/>
          <w:rtl/>
        </w:rPr>
        <w:t>وزارة التعليم العالي والبحث العلمي</w:t>
      </w:r>
      <w:r w:rsidRPr="004F3C6F">
        <w:rPr>
          <w:sz w:val="32"/>
          <w:szCs w:val="32"/>
          <w:rtl/>
        </w:rPr>
        <w:t xml:space="preserve"> ، جامعة بغداد . </w:t>
      </w:r>
    </w:p>
    <w:p w:rsidR="005E2322" w:rsidRDefault="005E2322" w:rsidP="00190B66">
      <w:pPr>
        <w:jc w:val="lowKashida"/>
      </w:pPr>
    </w:p>
    <w:p w:rsidR="005E2322" w:rsidRDefault="005E2322" w:rsidP="004107A3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الترمذي، محمد بن عيسى( 279هـ</w:t>
      </w:r>
      <w:r w:rsidRPr="00251BBD">
        <w:rPr>
          <w:sz w:val="32"/>
          <w:szCs w:val="32"/>
          <w:rtl/>
        </w:rPr>
        <w:t>)</w:t>
      </w:r>
      <w:r w:rsidRPr="00251BBD">
        <w:rPr>
          <w:b/>
          <w:bCs/>
          <w:sz w:val="32"/>
          <w:szCs w:val="32"/>
          <w:rtl/>
        </w:rPr>
        <w:t>الجامع الصحيح</w:t>
      </w:r>
      <w:r>
        <w:rPr>
          <w:sz w:val="32"/>
          <w:szCs w:val="32"/>
          <w:rtl/>
        </w:rPr>
        <w:t xml:space="preserve">،دارالكتب </w:t>
      </w:r>
      <w:r w:rsidRPr="00251BBD">
        <w:rPr>
          <w:sz w:val="32"/>
          <w:szCs w:val="32"/>
          <w:rtl/>
        </w:rPr>
        <w:t xml:space="preserve">العلمية </w:t>
      </w:r>
      <w:r>
        <w:rPr>
          <w:sz w:val="32"/>
          <w:szCs w:val="32"/>
          <w:rtl/>
        </w:rPr>
        <w:t>،</w:t>
      </w:r>
      <w:r w:rsidRPr="00251BBD">
        <w:rPr>
          <w:sz w:val="32"/>
          <w:szCs w:val="32"/>
          <w:rtl/>
        </w:rPr>
        <w:t>بيروت</w:t>
      </w:r>
      <w:r>
        <w:rPr>
          <w:rtl/>
        </w:rPr>
        <w:t xml:space="preserve">. </w:t>
      </w:r>
    </w:p>
    <w:p w:rsidR="005E2322" w:rsidRPr="00900F51" w:rsidRDefault="005E2322" w:rsidP="00473618">
      <w:pPr>
        <w:jc w:val="lowKashida"/>
        <w:rPr>
          <w:rtl/>
        </w:rPr>
      </w:pPr>
    </w:p>
    <w:p w:rsidR="005E2322" w:rsidRPr="00473618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الدمنهوري ، ناجي محمد قاسم ، 2000، </w:t>
      </w:r>
      <w:r w:rsidRPr="004F3C6F">
        <w:rPr>
          <w:b/>
          <w:bCs/>
          <w:sz w:val="32"/>
          <w:szCs w:val="32"/>
          <w:rtl/>
        </w:rPr>
        <w:t>فاعلية استخدام كل من إستراتيجية التعلم التعاوني والتنافسي في التحصيل الدراسي والاتجاه نحو دراسة مادة الرياضيات لدى طلاب المرحلة الثانوية</w:t>
      </w:r>
      <w:r w:rsidRPr="004F3C6F">
        <w:rPr>
          <w:sz w:val="32"/>
          <w:szCs w:val="32"/>
          <w:rtl/>
        </w:rPr>
        <w:t xml:space="preserve"> ، مجلة بحوث كلية الآداب الإسكندرية العدد41 ، القاهرة .</w:t>
      </w:r>
    </w:p>
    <w:p w:rsidR="005E2322" w:rsidRPr="00473618" w:rsidRDefault="005E2322" w:rsidP="00473618">
      <w:pPr>
        <w:jc w:val="lowKashida"/>
      </w:pPr>
    </w:p>
    <w:p w:rsidR="005E2322" w:rsidRDefault="005E2322" w:rsidP="002405F9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الديب ،علي محمد ، 1984</w:t>
      </w:r>
      <w:r w:rsidRPr="004F3C6F">
        <w:rPr>
          <w:sz w:val="32"/>
          <w:szCs w:val="32"/>
          <w:rtl/>
        </w:rPr>
        <w:t>،</w:t>
      </w:r>
      <w:r w:rsidRPr="004F3C6F">
        <w:rPr>
          <w:b/>
          <w:bCs/>
          <w:sz w:val="32"/>
          <w:szCs w:val="32"/>
          <w:rtl/>
        </w:rPr>
        <w:t>المنهج والفروق الفردية</w:t>
      </w:r>
      <w:r>
        <w:rPr>
          <w:sz w:val="32"/>
          <w:szCs w:val="32"/>
          <w:rtl/>
        </w:rPr>
        <w:t xml:space="preserve"> ،</w:t>
      </w:r>
      <w:r w:rsidRPr="004F3C6F">
        <w:rPr>
          <w:sz w:val="32"/>
          <w:szCs w:val="32"/>
          <w:rtl/>
        </w:rPr>
        <w:t>ط2، دار القلم  الكويت</w:t>
      </w:r>
      <w:r>
        <w:rPr>
          <w:sz w:val="32"/>
          <w:szCs w:val="32"/>
          <w:rtl/>
        </w:rPr>
        <w:t>.</w:t>
      </w:r>
      <w:r w:rsidRPr="004F3C6F">
        <w:rPr>
          <w:sz w:val="32"/>
          <w:szCs w:val="32"/>
          <w:rtl/>
        </w:rPr>
        <w:t xml:space="preserve"> </w:t>
      </w:r>
    </w:p>
    <w:p w:rsidR="005E2322" w:rsidRDefault="005E2322" w:rsidP="002F652E">
      <w:pPr>
        <w:jc w:val="lowKashida"/>
        <w:rPr>
          <w:rtl/>
        </w:rPr>
      </w:pPr>
    </w:p>
    <w:p w:rsidR="005E2322" w:rsidRPr="002E77D7" w:rsidRDefault="005E2322" w:rsidP="002E77D7">
      <w:pPr>
        <w:pStyle w:val="BlockText"/>
        <w:numPr>
          <w:ilvl w:val="0"/>
          <w:numId w:val="1"/>
        </w:numPr>
        <w:tabs>
          <w:tab w:val="clear" w:pos="720"/>
          <w:tab w:val="num" w:pos="26"/>
        </w:tabs>
        <w:ind w:left="386"/>
        <w:rPr>
          <w:sz w:val="32"/>
          <w:szCs w:val="32"/>
        </w:rPr>
      </w:pPr>
      <w:r w:rsidRPr="002E77D7">
        <w:rPr>
          <w:sz w:val="32"/>
          <w:szCs w:val="32"/>
          <w:rtl/>
        </w:rPr>
        <w:t xml:space="preserve">الدليمي خالد جمال حمدي ،2001, </w:t>
      </w:r>
      <w:r w:rsidRPr="002E77D7">
        <w:rPr>
          <w:b/>
          <w:bCs/>
          <w:sz w:val="32"/>
          <w:szCs w:val="32"/>
          <w:rtl/>
        </w:rPr>
        <w:t>" المستويات المعرفية للاسئلة الامتحانية في ضوء تحليل محتوى مادة التاريخ للسادس الابتدائي"</w:t>
      </w:r>
      <w:r>
        <w:rPr>
          <w:sz w:val="32"/>
          <w:szCs w:val="32"/>
          <w:rtl/>
        </w:rPr>
        <w:t xml:space="preserve"> </w:t>
      </w:r>
      <w:r w:rsidRPr="002E77D7">
        <w:rPr>
          <w:sz w:val="32"/>
          <w:szCs w:val="32"/>
          <w:rtl/>
        </w:rPr>
        <w:t>( رسالة ماجستير غير منشورة ) ، كلية التربية الاساسية ،جامعة ديالى.</w:t>
      </w:r>
    </w:p>
    <w:p w:rsidR="005E2322" w:rsidRDefault="005E2322" w:rsidP="00260D23">
      <w:pPr>
        <w:jc w:val="lowKashida"/>
        <w:rPr>
          <w:rtl/>
        </w:rPr>
      </w:pPr>
    </w:p>
    <w:p w:rsidR="005E2322" w:rsidRPr="00734FBD" w:rsidRDefault="005E2322" w:rsidP="002405F9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734FBD">
        <w:rPr>
          <w:sz w:val="32"/>
          <w:szCs w:val="32"/>
          <w:rtl/>
        </w:rPr>
        <w:t xml:space="preserve">المسعودي ، </w:t>
      </w:r>
      <w:r>
        <w:rPr>
          <w:sz w:val="32"/>
          <w:szCs w:val="32"/>
          <w:rtl/>
        </w:rPr>
        <w:t xml:space="preserve">السعيد رزق حجاج ،(د – ت ) ،1984، </w:t>
      </w:r>
      <w:r w:rsidRPr="006268D8">
        <w:rPr>
          <w:b/>
          <w:bCs/>
          <w:sz w:val="32"/>
          <w:szCs w:val="32"/>
          <w:rtl/>
        </w:rPr>
        <w:t>مناهج البحث التأريخي</w:t>
      </w:r>
      <w:r>
        <w:rPr>
          <w:sz w:val="32"/>
          <w:szCs w:val="32"/>
          <w:rtl/>
        </w:rPr>
        <w:t xml:space="preserve"> .</w:t>
      </w:r>
    </w:p>
    <w:p w:rsidR="005E2322" w:rsidRPr="00900F51" w:rsidRDefault="005E2322" w:rsidP="00473618">
      <w:pPr>
        <w:jc w:val="lowKashida"/>
      </w:pPr>
      <w:r w:rsidRPr="004F3C6F">
        <w:rPr>
          <w:sz w:val="32"/>
          <w:szCs w:val="32"/>
          <w:rtl/>
        </w:rPr>
        <w:t xml:space="preserve"> </w:t>
      </w: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 xml:space="preserve">رؤوف ، إبراهيم عبد الخالق ، 2001, </w:t>
      </w:r>
      <w:r w:rsidRPr="004F3C6F">
        <w:rPr>
          <w:b/>
          <w:bCs/>
          <w:sz w:val="32"/>
          <w:szCs w:val="32"/>
          <w:rtl/>
        </w:rPr>
        <w:t xml:space="preserve">التصاميم التجريبية في الدراسة النفسية والتربوية </w:t>
      </w:r>
      <w:r w:rsidRPr="004F3C6F">
        <w:rPr>
          <w:sz w:val="32"/>
          <w:szCs w:val="32"/>
          <w:rtl/>
        </w:rPr>
        <w:t>، ط1 ، دار عمار للنشر والتوزيع , عمان , الأردن .</w:t>
      </w:r>
      <w:r>
        <w:rPr>
          <w:sz w:val="32"/>
          <w:szCs w:val="32"/>
          <w:rtl/>
        </w:rPr>
        <w:t xml:space="preserve"> </w:t>
      </w:r>
    </w:p>
    <w:p w:rsidR="005E2322" w:rsidRPr="00900F51" w:rsidRDefault="005E2322" w:rsidP="00473618">
      <w:pPr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ريان ، فكري حسن ، 1972 ، </w:t>
      </w:r>
      <w:r w:rsidRPr="004F3C6F">
        <w:rPr>
          <w:b/>
          <w:bCs/>
          <w:sz w:val="32"/>
          <w:szCs w:val="32"/>
          <w:rtl/>
        </w:rPr>
        <w:t>المناهج الدراسية</w:t>
      </w:r>
      <w:r w:rsidRPr="004F3C6F">
        <w:rPr>
          <w:sz w:val="32"/>
          <w:szCs w:val="32"/>
          <w:rtl/>
        </w:rPr>
        <w:t xml:space="preserve"> ، عالم الكتب ، القاهرة .</w:t>
      </w:r>
    </w:p>
    <w:p w:rsidR="005E2322" w:rsidRPr="00900F51" w:rsidRDefault="005E2322" w:rsidP="00473618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  <w:lang w:bidi="ar-AE"/>
        </w:rPr>
        <w:t>------------------</w:t>
      </w:r>
      <w:r w:rsidRPr="004F3C6F">
        <w:rPr>
          <w:sz w:val="32"/>
          <w:szCs w:val="32"/>
          <w:rtl/>
          <w:lang w:bidi="ar-AE"/>
        </w:rPr>
        <w:t xml:space="preserve"> ، 2004 . </w:t>
      </w:r>
      <w:r w:rsidRPr="004F3C6F">
        <w:rPr>
          <w:b/>
          <w:bCs/>
          <w:sz w:val="32"/>
          <w:szCs w:val="32"/>
          <w:rtl/>
          <w:lang w:bidi="ar-AE"/>
        </w:rPr>
        <w:t>التدريس أهدافه ، أسسه ، أساليبه تقويم نتائجه تطبيقاته</w:t>
      </w:r>
      <w:r w:rsidRPr="004F3C6F">
        <w:rPr>
          <w:sz w:val="32"/>
          <w:szCs w:val="32"/>
          <w:rtl/>
          <w:lang w:bidi="ar-AE"/>
        </w:rPr>
        <w:t xml:space="preserve"> ، ط4 ، عالم الكتب ، القاهرة . </w:t>
      </w:r>
    </w:p>
    <w:p w:rsidR="005E2322" w:rsidRPr="00900F51" w:rsidRDefault="005E2322" w:rsidP="00473618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الزغول ، عماد عبد الرحيم وشاكر عقله المحاميد ،2007 ، </w:t>
      </w:r>
      <w:r w:rsidRPr="004F3C6F">
        <w:rPr>
          <w:b/>
          <w:bCs/>
          <w:sz w:val="32"/>
          <w:szCs w:val="32"/>
          <w:rtl/>
        </w:rPr>
        <w:t>سيكولوجية التدريس الصفي</w:t>
      </w:r>
      <w:r w:rsidRPr="004F3C6F">
        <w:rPr>
          <w:sz w:val="32"/>
          <w:szCs w:val="32"/>
          <w:rtl/>
        </w:rPr>
        <w:t xml:space="preserve"> ، ط1 ، دار المسيرة للنشر والتوزيع والطباعة ، عمان . </w:t>
      </w:r>
    </w:p>
    <w:p w:rsidR="005E2322" w:rsidRPr="00900F51" w:rsidRDefault="005E2322" w:rsidP="00473618">
      <w:pPr>
        <w:jc w:val="lowKashida"/>
      </w:pPr>
    </w:p>
    <w:p w:rsidR="005E2322" w:rsidRDefault="005E2322" w:rsidP="000A64B5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الزند ،وليد خضر ،عبيدات، هاني حتمل، 2010،</w:t>
      </w:r>
      <w:r w:rsidRPr="004F3C6F">
        <w:rPr>
          <w:b/>
          <w:bCs/>
          <w:sz w:val="32"/>
          <w:szCs w:val="32"/>
          <w:rtl/>
        </w:rPr>
        <w:t xml:space="preserve"> المناهج التعليمية تصميمها تنفيذها، تقويمها ، تطويرها </w:t>
      </w:r>
      <w:r w:rsidRPr="004F3C6F">
        <w:rPr>
          <w:sz w:val="32"/>
          <w:szCs w:val="32"/>
          <w:rtl/>
        </w:rPr>
        <w:t xml:space="preserve">، عالم الكتب الحديث ، ط1 ، اربد ، الأردن. </w:t>
      </w:r>
    </w:p>
    <w:p w:rsidR="005E2322" w:rsidRPr="00900F51" w:rsidRDefault="005E2322" w:rsidP="00473618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الزوبعي ، وآخرون ، 1981، </w:t>
      </w:r>
      <w:r w:rsidRPr="004F3C6F">
        <w:rPr>
          <w:b/>
          <w:bCs/>
          <w:sz w:val="32"/>
          <w:szCs w:val="32"/>
          <w:rtl/>
        </w:rPr>
        <w:t>الاختبارات والمقاييس النفسية</w:t>
      </w:r>
      <w:r w:rsidRPr="004F3C6F">
        <w:rPr>
          <w:sz w:val="32"/>
          <w:szCs w:val="32"/>
          <w:rtl/>
        </w:rPr>
        <w:t xml:space="preserve"> ، وزارة التعليم العالي والبحث العلمي ، دار الكتب للطباعة والنشر ، جامعة الموصل .</w:t>
      </w:r>
      <w:r w:rsidRPr="004F3C6F">
        <w:rPr>
          <w:rtl/>
        </w:rPr>
        <w:t xml:space="preserve"> </w:t>
      </w:r>
    </w:p>
    <w:p w:rsidR="005E2322" w:rsidRPr="00D9463F" w:rsidRDefault="005E2322" w:rsidP="00473618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</w:t>
      </w:r>
      <w:r w:rsidRPr="004F3C6F">
        <w:rPr>
          <w:sz w:val="32"/>
          <w:szCs w:val="32"/>
          <w:rtl/>
        </w:rPr>
        <w:t xml:space="preserve">، عبد الجليل إبراهيم ومحمد احمد الغنام ، (1981)، </w:t>
      </w:r>
      <w:r w:rsidRPr="004F3C6F">
        <w:rPr>
          <w:b/>
          <w:bCs/>
          <w:sz w:val="32"/>
          <w:szCs w:val="32"/>
          <w:rtl/>
        </w:rPr>
        <w:t xml:space="preserve">مناهج البحث في التربية </w:t>
      </w:r>
      <w:r w:rsidRPr="004F3C6F">
        <w:rPr>
          <w:sz w:val="32"/>
          <w:szCs w:val="32"/>
          <w:rtl/>
        </w:rPr>
        <w:t xml:space="preserve">، مطبعة جامعة بغداد. </w:t>
      </w:r>
    </w:p>
    <w:p w:rsidR="005E2322" w:rsidRPr="00900F51" w:rsidRDefault="005E2322" w:rsidP="00473618">
      <w:pPr>
        <w:jc w:val="lowKashida"/>
      </w:pPr>
    </w:p>
    <w:p w:rsidR="005E2322" w:rsidRDefault="005E2322" w:rsidP="001D18F7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>زيتون ، حسن</w:t>
      </w:r>
      <w:r>
        <w:rPr>
          <w:sz w:val="32"/>
          <w:szCs w:val="32"/>
          <w:rtl/>
        </w:rPr>
        <w:t xml:space="preserve"> وزيتون ، كمال</w:t>
      </w:r>
      <w:r w:rsidRPr="004F3C6F">
        <w:rPr>
          <w:sz w:val="32"/>
          <w:szCs w:val="32"/>
          <w:rtl/>
        </w:rPr>
        <w:t xml:space="preserve">  ، 200</w:t>
      </w:r>
      <w:r>
        <w:rPr>
          <w:sz w:val="32"/>
          <w:szCs w:val="32"/>
          <w:rtl/>
        </w:rPr>
        <w:t>1</w:t>
      </w:r>
      <w:r w:rsidRPr="004F3C6F">
        <w:rPr>
          <w:sz w:val="32"/>
          <w:szCs w:val="32"/>
          <w:rtl/>
        </w:rPr>
        <w:t xml:space="preserve"> </w:t>
      </w:r>
      <w:r w:rsidRPr="00D60ACF">
        <w:rPr>
          <w:b/>
          <w:bCs/>
          <w:sz w:val="32"/>
          <w:szCs w:val="32"/>
          <w:rtl/>
        </w:rPr>
        <w:t xml:space="preserve">، التعلم والتدريس من منظور النظرية البنائية </w:t>
      </w:r>
      <w:r>
        <w:rPr>
          <w:sz w:val="32"/>
          <w:szCs w:val="32"/>
          <w:rtl/>
        </w:rPr>
        <w:t>، ط2</w:t>
      </w:r>
      <w:r w:rsidRPr="004F3C6F">
        <w:rPr>
          <w:sz w:val="32"/>
          <w:szCs w:val="32"/>
          <w:rtl/>
        </w:rPr>
        <w:t xml:space="preserve">،عالم الكتب ، القاهرة . </w:t>
      </w:r>
    </w:p>
    <w:p w:rsidR="005E2322" w:rsidRPr="00900F51" w:rsidRDefault="005E2322" w:rsidP="00473618">
      <w:pPr>
        <w:jc w:val="lowKashida"/>
        <w:rPr>
          <w:sz w:val="32"/>
          <w:szCs w:val="32"/>
        </w:rPr>
      </w:pPr>
    </w:p>
    <w:p w:rsidR="005E2322" w:rsidRDefault="005E2322" w:rsidP="00930C75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>-------</w:t>
      </w:r>
      <w:r w:rsidRPr="000A21E7">
        <w:rPr>
          <w:sz w:val="32"/>
          <w:szCs w:val="32"/>
          <w:rtl/>
        </w:rPr>
        <w:t xml:space="preserve"> ، عايش محمود ، 2005، </w:t>
      </w:r>
      <w:r w:rsidRPr="00D60ACF">
        <w:rPr>
          <w:b/>
          <w:bCs/>
          <w:sz w:val="32"/>
          <w:szCs w:val="32"/>
          <w:rtl/>
        </w:rPr>
        <w:t>أساليب  تدريس العلوم</w:t>
      </w:r>
      <w:r w:rsidRPr="000A21E7">
        <w:rPr>
          <w:sz w:val="32"/>
          <w:szCs w:val="32"/>
          <w:rtl/>
        </w:rPr>
        <w:t xml:space="preserve"> ، دار الشروق للنشر والتوزيع ، عمان ، الأردن . </w:t>
      </w:r>
    </w:p>
    <w:p w:rsidR="005E2322" w:rsidRPr="00900F51" w:rsidRDefault="005E2322" w:rsidP="001B156B">
      <w:pPr>
        <w:jc w:val="lowKashida"/>
        <w:rPr>
          <w:sz w:val="32"/>
          <w:szCs w:val="32"/>
        </w:rPr>
      </w:pPr>
    </w:p>
    <w:p w:rsidR="005E2322" w:rsidRDefault="005E2322" w:rsidP="00D9463F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</w:t>
      </w:r>
      <w:r w:rsidRPr="004F3C6F">
        <w:rPr>
          <w:sz w:val="32"/>
          <w:szCs w:val="32"/>
          <w:rtl/>
        </w:rPr>
        <w:t xml:space="preserve"> ، عايش محمود ،2007 ،</w:t>
      </w:r>
      <w:r w:rsidRPr="004F3C6F">
        <w:rPr>
          <w:b/>
          <w:bCs/>
          <w:sz w:val="32"/>
          <w:szCs w:val="32"/>
          <w:rtl/>
        </w:rPr>
        <w:t>النظرية البنائية واستراتيجيات تدريس العلوم</w:t>
      </w:r>
      <w:r w:rsidRPr="004F3C6F">
        <w:rPr>
          <w:sz w:val="32"/>
          <w:szCs w:val="32"/>
          <w:rtl/>
        </w:rPr>
        <w:t xml:space="preserve"> ، ط1، دار الشروق للنشر والتوزيع ، عمان . </w:t>
      </w:r>
    </w:p>
    <w:p w:rsidR="005E2322" w:rsidRDefault="005E2322" w:rsidP="00473618">
      <w:pPr>
        <w:jc w:val="lowKashida"/>
        <w:rPr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الزيود ، نادر فهمي ، 2005 ، </w:t>
      </w:r>
      <w:r w:rsidRPr="004F3C6F">
        <w:rPr>
          <w:b/>
          <w:bCs/>
          <w:sz w:val="32"/>
          <w:szCs w:val="32"/>
          <w:rtl/>
        </w:rPr>
        <w:t>مبادئ القياس والتقويم في التربية</w:t>
      </w:r>
      <w:r w:rsidRPr="004F3C6F">
        <w:rPr>
          <w:sz w:val="32"/>
          <w:szCs w:val="32"/>
          <w:rtl/>
        </w:rPr>
        <w:t xml:space="preserve"> ، ط3 ، دار الفكر للنشر والتوزيع ، عمان . </w:t>
      </w: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8717F6">
        <w:rPr>
          <w:sz w:val="32"/>
          <w:szCs w:val="32"/>
          <w:rtl/>
        </w:rPr>
        <w:t xml:space="preserve">السخاوي ، </w:t>
      </w:r>
      <w:r>
        <w:rPr>
          <w:sz w:val="32"/>
          <w:szCs w:val="32"/>
          <w:rtl/>
        </w:rPr>
        <w:t xml:space="preserve">محمد بن عبد الرحمن ،1986، الإعلان بالتوبيخ لمن ذم أهل التاريخ ، مؤسسة الرسالة ، بيروت . </w:t>
      </w:r>
    </w:p>
    <w:p w:rsidR="005E2322" w:rsidRPr="00900F51" w:rsidRDefault="005E2322" w:rsidP="00D73A87">
      <w:pPr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 سعادة، جودت احمد، 2008، </w:t>
      </w:r>
      <w:r w:rsidRPr="004F3C6F">
        <w:rPr>
          <w:b/>
          <w:bCs/>
          <w:sz w:val="32"/>
          <w:szCs w:val="32"/>
          <w:rtl/>
        </w:rPr>
        <w:t>التعلم التعاوني( نظريات وتطبيقات ودراسات )</w:t>
      </w:r>
      <w:r w:rsidRPr="004F3C6F">
        <w:rPr>
          <w:sz w:val="32"/>
          <w:szCs w:val="32"/>
          <w:rtl/>
        </w:rPr>
        <w:t xml:space="preserve"> ط1، دار وائل للنشر والتوزيع، عمان. </w:t>
      </w:r>
    </w:p>
    <w:p w:rsidR="005E2322" w:rsidRPr="00900F51" w:rsidRDefault="005E2322" w:rsidP="00D73A87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سعيد ،عاطف محمد</w:t>
      </w:r>
      <w:r>
        <w:rPr>
          <w:sz w:val="32"/>
          <w:szCs w:val="32"/>
          <w:rtl/>
        </w:rPr>
        <w:t xml:space="preserve"> وآخرون</w:t>
      </w:r>
      <w:r w:rsidRPr="004F3C6F">
        <w:rPr>
          <w:sz w:val="32"/>
          <w:szCs w:val="32"/>
          <w:rtl/>
        </w:rPr>
        <w:t xml:space="preserve"> ، 2000،</w:t>
      </w:r>
      <w:r w:rsidRPr="004F3C6F">
        <w:rPr>
          <w:b/>
          <w:bCs/>
          <w:sz w:val="32"/>
          <w:szCs w:val="32"/>
          <w:rtl/>
        </w:rPr>
        <w:t>تدريس الدراسات الاجتماعية</w:t>
      </w:r>
      <w:r w:rsidRPr="004F3C6F">
        <w:rPr>
          <w:sz w:val="32"/>
          <w:szCs w:val="32"/>
          <w:rtl/>
        </w:rPr>
        <w:t xml:space="preserve"> ،مكتبة عبد الدايم الاسماعلية ، مصر . </w:t>
      </w:r>
    </w:p>
    <w:p w:rsidR="005E2322" w:rsidRPr="00D9463F" w:rsidRDefault="005E2322" w:rsidP="00D73A87">
      <w:pPr>
        <w:jc w:val="lowKashida"/>
      </w:pPr>
    </w:p>
    <w:p w:rsidR="005E2322" w:rsidRPr="00D73A87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سماره , عزيز وآخرون ( 1989 ) ، </w:t>
      </w:r>
      <w:r w:rsidRPr="004F3C6F">
        <w:rPr>
          <w:b/>
          <w:bCs/>
          <w:sz w:val="32"/>
          <w:szCs w:val="32"/>
          <w:rtl/>
        </w:rPr>
        <w:t xml:space="preserve">مبادئ القياس والتقويم في </w:t>
      </w:r>
      <w:r>
        <w:rPr>
          <w:b/>
          <w:bCs/>
          <w:sz w:val="32"/>
          <w:szCs w:val="32"/>
          <w:rtl/>
        </w:rPr>
        <w:t xml:space="preserve">              </w:t>
      </w:r>
      <w:r w:rsidRPr="004F3C6F">
        <w:rPr>
          <w:b/>
          <w:bCs/>
          <w:sz w:val="32"/>
          <w:szCs w:val="32"/>
          <w:rtl/>
        </w:rPr>
        <w:t>التربية</w:t>
      </w:r>
      <w:r w:rsidRPr="004F3C6F">
        <w:rPr>
          <w:sz w:val="32"/>
          <w:szCs w:val="32"/>
          <w:rtl/>
        </w:rPr>
        <w:t xml:space="preserve">  ، دار الفكر للنشر والتوزيع ، ط2 ، عمان . </w:t>
      </w:r>
    </w:p>
    <w:p w:rsidR="005E2322" w:rsidRPr="00900F51" w:rsidRDefault="005E2322" w:rsidP="00D73A87">
      <w:pPr>
        <w:jc w:val="lowKashida"/>
        <w:rPr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 xml:space="preserve">السيد ، علي محمد ، 2011، </w:t>
      </w:r>
      <w:r w:rsidRPr="000764F8">
        <w:rPr>
          <w:b/>
          <w:bCs/>
          <w:sz w:val="32"/>
          <w:szCs w:val="32"/>
          <w:rtl/>
        </w:rPr>
        <w:t>موسوعة المصطلحات التربوية</w:t>
      </w:r>
      <w:r>
        <w:rPr>
          <w:sz w:val="32"/>
          <w:szCs w:val="32"/>
          <w:rtl/>
        </w:rPr>
        <w:t xml:space="preserve"> ،ط1، دار السيرة ، عمان . </w:t>
      </w:r>
    </w:p>
    <w:p w:rsidR="005E2322" w:rsidRPr="00D73A87" w:rsidRDefault="005E2322" w:rsidP="00D73A87">
      <w:pPr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الشرنوبي ، سعد الدين أبو الفتوح ، 2001، </w:t>
      </w:r>
      <w:r w:rsidRPr="004F3C6F">
        <w:rPr>
          <w:b/>
          <w:bCs/>
          <w:sz w:val="32"/>
          <w:szCs w:val="32"/>
          <w:rtl/>
        </w:rPr>
        <w:t xml:space="preserve">المفاهيم والمعالجات الأساسية في الإحصاء </w:t>
      </w:r>
      <w:r w:rsidRPr="004F3C6F">
        <w:rPr>
          <w:sz w:val="32"/>
          <w:szCs w:val="32"/>
          <w:rtl/>
        </w:rPr>
        <w:t>، مكتبة ومطبعة الإشعاع الفنية ، القاهرة.</w:t>
      </w:r>
    </w:p>
    <w:p w:rsidR="005E2322" w:rsidRDefault="005E2322" w:rsidP="00D73A87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 xml:space="preserve">شماسنة ، رائد محمد ، 2001 ، </w:t>
      </w:r>
      <w:r w:rsidRPr="0069161A">
        <w:rPr>
          <w:b/>
          <w:bCs/>
          <w:sz w:val="32"/>
          <w:szCs w:val="32"/>
          <w:rtl/>
        </w:rPr>
        <w:t>استخدام إستراتيجية جيكسو في تدريس وحدة الهندسة للصف السادس الاساسي : دراسة حالة</w:t>
      </w:r>
      <w:r>
        <w:rPr>
          <w:sz w:val="32"/>
          <w:szCs w:val="32"/>
          <w:rtl/>
        </w:rPr>
        <w:t xml:space="preserve"> . رسالة ماجستيرغير منشورة ، جامعة بيرزيت ، بيرزيت ، فلسطين</w:t>
      </w:r>
      <w:r>
        <w:rPr>
          <w:rtl/>
        </w:rPr>
        <w:t xml:space="preserve">. </w:t>
      </w:r>
    </w:p>
    <w:p w:rsidR="005E2322" w:rsidRPr="00900F51" w:rsidRDefault="005E2322" w:rsidP="00D73A87">
      <w:pPr>
        <w:jc w:val="lowKashida"/>
      </w:pPr>
    </w:p>
    <w:p w:rsidR="005E2322" w:rsidRDefault="005E2322" w:rsidP="00131E3D">
      <w:pPr>
        <w:pStyle w:val="a"/>
        <w:numPr>
          <w:ilvl w:val="0"/>
          <w:numId w:val="1"/>
        </w:numPr>
        <w:tabs>
          <w:tab w:val="clear" w:pos="720"/>
          <w:tab w:val="num" w:pos="26"/>
          <w:tab w:val="left" w:pos="849"/>
        </w:tabs>
        <w:spacing w:after="0" w:line="360" w:lineRule="auto"/>
        <w:ind w:left="386"/>
        <w:jc w:val="lowKashida"/>
        <w:rPr>
          <w:rFonts w:ascii="Times New Roman" w:hAnsi="Times New Roman" w:cs="Times New Roman"/>
          <w:sz w:val="32"/>
          <w:szCs w:val="32"/>
        </w:rPr>
      </w:pPr>
      <w:r w:rsidRPr="0069161A">
        <w:rPr>
          <w:rFonts w:ascii="Times New Roman" w:hAnsi="Times New Roman" w:cs="Times New Roman"/>
          <w:sz w:val="32"/>
          <w:szCs w:val="32"/>
          <w:rtl/>
        </w:rPr>
        <w:t>الشيخ ، سامي صالح ، 1993،</w:t>
      </w:r>
      <w:r w:rsidRPr="0069161A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مقارنة بين اثر إستراتيجيتين : التعلم التعاوني والتعلم حسب الطريقة التقليدية في تحصيل طلبة الصف الخامس الأساسي في مادة العلوم </w:t>
      </w:r>
      <w:r w:rsidRPr="0069161A">
        <w:rPr>
          <w:rFonts w:ascii="Times New Roman" w:hAnsi="Times New Roman" w:cs="Times New Roman"/>
          <w:sz w:val="32"/>
          <w:szCs w:val="32"/>
          <w:rtl/>
        </w:rPr>
        <w:t>، رسالة ماجستير غير منشورة – جامعة مؤتة ، الأردن .</w:t>
      </w:r>
    </w:p>
    <w:p w:rsidR="005E2322" w:rsidRDefault="005E2322" w:rsidP="001D18F7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 xml:space="preserve">الصالح ، مصلح ، 2004 ، </w:t>
      </w:r>
      <w:r w:rsidRPr="0000537C">
        <w:rPr>
          <w:b/>
          <w:bCs/>
          <w:sz w:val="32"/>
          <w:szCs w:val="32"/>
          <w:rtl/>
        </w:rPr>
        <w:t>عوامل التحصيل الدراسي في المرحلة الجامعية</w:t>
      </w:r>
      <w:r>
        <w:rPr>
          <w:sz w:val="32"/>
          <w:szCs w:val="32"/>
          <w:rtl/>
        </w:rPr>
        <w:t xml:space="preserve"> ،ط1 ، مؤسسة الوراق ، عمان ، الأردن . </w:t>
      </w:r>
    </w:p>
    <w:p w:rsidR="005E2322" w:rsidRPr="001D18F7" w:rsidRDefault="005E2322" w:rsidP="001D18F7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rFonts w:cs="Simplified Arabic"/>
          <w:sz w:val="32"/>
          <w:szCs w:val="32"/>
          <w:rtl/>
        </w:rPr>
        <w:t>الصانع ،محمد إبراهيم،</w:t>
      </w:r>
      <w:r w:rsidRPr="006E594A">
        <w:rPr>
          <w:rFonts w:cs="Simplified Arabic"/>
          <w:sz w:val="32"/>
          <w:szCs w:val="32"/>
          <w:rtl/>
        </w:rPr>
        <w:t xml:space="preserve"> </w:t>
      </w:r>
      <w:r>
        <w:rPr>
          <w:rFonts w:cs="Simplified Arabic"/>
          <w:sz w:val="32"/>
          <w:szCs w:val="32"/>
          <w:rtl/>
        </w:rPr>
        <w:t>2000،</w:t>
      </w:r>
      <w:r>
        <w:rPr>
          <w:rFonts w:cs="Simplified Arabic"/>
          <w:b/>
          <w:bCs/>
          <w:sz w:val="32"/>
          <w:szCs w:val="32"/>
          <w:rtl/>
        </w:rPr>
        <w:t xml:space="preserve">الأهداف </w:t>
      </w:r>
      <w:r w:rsidRPr="00107B5C">
        <w:rPr>
          <w:rFonts w:cs="Simplified Arabic"/>
          <w:b/>
          <w:bCs/>
          <w:sz w:val="32"/>
          <w:szCs w:val="32"/>
          <w:rtl/>
        </w:rPr>
        <w:t>السلوكية والاختبارات المدرسية</w:t>
      </w:r>
      <w:r>
        <w:rPr>
          <w:rFonts w:cs="Simplified Arabic"/>
          <w:sz w:val="32"/>
          <w:szCs w:val="32"/>
          <w:rtl/>
        </w:rPr>
        <w:t xml:space="preserve"> ، ط2  مركز</w:t>
      </w:r>
      <w:r>
        <w:rPr>
          <w:sz w:val="32"/>
          <w:szCs w:val="32"/>
          <w:rtl/>
        </w:rPr>
        <w:t xml:space="preserve"> </w:t>
      </w:r>
      <w:r>
        <w:rPr>
          <w:rFonts w:cs="Simplified Arabic"/>
          <w:sz w:val="32"/>
          <w:szCs w:val="32"/>
          <w:rtl/>
        </w:rPr>
        <w:t>عبادي للدراسات والنشر ، اليمن .</w:t>
      </w:r>
    </w:p>
    <w:p w:rsidR="005E2322" w:rsidRDefault="005E2322" w:rsidP="00DD2066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صبري، ماهر إسماعيل، وصلاح الدين محمد توفيق، 2005، </w:t>
      </w:r>
      <w:r w:rsidRPr="004F3C6F">
        <w:rPr>
          <w:b/>
          <w:bCs/>
          <w:sz w:val="32"/>
          <w:szCs w:val="32"/>
          <w:rtl/>
        </w:rPr>
        <w:t>التنور التكنولوجي وتحديث التعليم</w:t>
      </w:r>
      <w:r w:rsidRPr="004F3C6F">
        <w:rPr>
          <w:sz w:val="32"/>
          <w:szCs w:val="32"/>
          <w:rtl/>
        </w:rPr>
        <w:t xml:space="preserve">، ط1، المكتب الجامعي الجديد، الإسكندرية. </w:t>
      </w:r>
    </w:p>
    <w:p w:rsidR="005E2322" w:rsidRPr="00D9463F" w:rsidRDefault="005E2322" w:rsidP="00D73A87">
      <w:pPr>
        <w:jc w:val="lowKashida"/>
      </w:pPr>
    </w:p>
    <w:p w:rsidR="005E2322" w:rsidRDefault="005E2322" w:rsidP="00354A5A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27600">
        <w:rPr>
          <w:sz w:val="32"/>
          <w:szCs w:val="32"/>
          <w:rtl/>
        </w:rPr>
        <w:t xml:space="preserve">الطشاني، عبد الرزاق الصالحي، (1998)، </w:t>
      </w:r>
      <w:r w:rsidRPr="00427600">
        <w:rPr>
          <w:b/>
          <w:bCs/>
          <w:sz w:val="32"/>
          <w:szCs w:val="32"/>
          <w:rtl/>
        </w:rPr>
        <w:t>طرق التدريس العامة</w:t>
      </w:r>
      <w:r>
        <w:rPr>
          <w:sz w:val="32"/>
          <w:szCs w:val="32"/>
          <w:rtl/>
        </w:rPr>
        <w:t xml:space="preserve">               </w:t>
      </w:r>
      <w:r w:rsidRPr="00427600">
        <w:rPr>
          <w:sz w:val="32"/>
          <w:szCs w:val="32"/>
          <w:rtl/>
        </w:rPr>
        <w:t>ليبيا، منشورات جامعة عمر المختار.</w:t>
      </w:r>
    </w:p>
    <w:p w:rsidR="005E2322" w:rsidRPr="00D73A87" w:rsidRDefault="005E2322" w:rsidP="00D73A87">
      <w:pPr>
        <w:jc w:val="lowKashida"/>
        <w:rPr>
          <w:sz w:val="32"/>
          <w:szCs w:val="32"/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 xml:space="preserve"> الظاهر، زكريا محمد</w:t>
      </w:r>
      <w:r w:rsidRPr="004F3C6F">
        <w:rPr>
          <w:sz w:val="32"/>
          <w:szCs w:val="32"/>
          <w:rtl/>
        </w:rPr>
        <w:t>(1999) ،</w:t>
      </w:r>
      <w:r w:rsidRPr="004F3C6F">
        <w:rPr>
          <w:b/>
          <w:bCs/>
          <w:sz w:val="32"/>
          <w:szCs w:val="32"/>
          <w:rtl/>
        </w:rPr>
        <w:t>مبادئ القياس والتقويم في التربية</w:t>
      </w:r>
      <w:r>
        <w:rPr>
          <w:sz w:val="32"/>
          <w:szCs w:val="32"/>
          <w:rtl/>
        </w:rPr>
        <w:t xml:space="preserve"> ، </w:t>
      </w:r>
      <w:r w:rsidRPr="004F3C6F">
        <w:rPr>
          <w:sz w:val="32"/>
          <w:szCs w:val="32"/>
          <w:rtl/>
        </w:rPr>
        <w:t xml:space="preserve">ط1، دار الثقافة للنشر والتوزيع ، عمان . </w:t>
      </w:r>
    </w:p>
    <w:p w:rsidR="005E2322" w:rsidRPr="00900F51" w:rsidRDefault="005E2322" w:rsidP="00D73A87">
      <w:pPr>
        <w:jc w:val="lowKashida"/>
      </w:pPr>
    </w:p>
    <w:p w:rsidR="005E2322" w:rsidRPr="00D73A87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العاني ، وجيهة ثابت وآخرون، 2007 ، </w:t>
      </w:r>
      <w:r w:rsidRPr="004F3C6F">
        <w:rPr>
          <w:b/>
          <w:bCs/>
          <w:sz w:val="32"/>
          <w:szCs w:val="32"/>
          <w:rtl/>
        </w:rPr>
        <w:t>اتجاهات حديثة في التربية</w:t>
      </w:r>
      <w:r w:rsidRPr="004F3C6F">
        <w:rPr>
          <w:sz w:val="32"/>
          <w:szCs w:val="32"/>
          <w:rtl/>
        </w:rPr>
        <w:t xml:space="preserve"> ، ط1  دار المسيرة ، عمان .</w:t>
      </w:r>
    </w:p>
    <w:p w:rsidR="005E2322" w:rsidRPr="00900F51" w:rsidRDefault="005E2322" w:rsidP="00D73A87">
      <w:pPr>
        <w:jc w:val="lowKashida"/>
      </w:pPr>
      <w:r w:rsidRPr="004F3C6F">
        <w:rPr>
          <w:sz w:val="32"/>
          <w:szCs w:val="32"/>
          <w:rtl/>
        </w:rPr>
        <w:t xml:space="preserve"> </w:t>
      </w:r>
    </w:p>
    <w:p w:rsidR="005E2322" w:rsidRPr="00D73A87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عبابنة ،عبد الله ، 1995 ، </w:t>
      </w:r>
      <w:r w:rsidRPr="004F3C6F">
        <w:rPr>
          <w:b/>
          <w:bCs/>
          <w:sz w:val="32"/>
          <w:szCs w:val="32"/>
          <w:rtl/>
        </w:rPr>
        <w:t>اثر نموذجين من نماذج التعلم التعاوني على اتجاهات طلاب الصف السابع نحو مادة الرياضيات في الأردن</w:t>
      </w:r>
      <w:r w:rsidRPr="004F3C6F">
        <w:rPr>
          <w:sz w:val="32"/>
          <w:szCs w:val="32"/>
          <w:rtl/>
        </w:rPr>
        <w:t xml:space="preserve"> ، مجلة مركز لبحوث التربوية بجامعة قطر ، العدد الثامن. </w:t>
      </w:r>
    </w:p>
    <w:p w:rsidR="005E2322" w:rsidRPr="00900F51" w:rsidRDefault="005E2322" w:rsidP="00D73A87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عباس ، محمد خليل وآخرون ، 2009 ، </w:t>
      </w:r>
      <w:r w:rsidRPr="004F3C6F">
        <w:rPr>
          <w:b/>
          <w:bCs/>
          <w:sz w:val="32"/>
          <w:szCs w:val="32"/>
          <w:rtl/>
        </w:rPr>
        <w:t>مدخل إلى مناهج البحث في التربية وعلم النفس</w:t>
      </w:r>
      <w:r w:rsidRPr="004F3C6F">
        <w:rPr>
          <w:sz w:val="32"/>
          <w:szCs w:val="32"/>
          <w:rtl/>
        </w:rPr>
        <w:t xml:space="preserve"> ، ط2 ، دار المسيرة ، عمان . </w:t>
      </w:r>
    </w:p>
    <w:p w:rsidR="005E2322" w:rsidRPr="00900F51" w:rsidRDefault="005E2322" w:rsidP="00D73A87">
      <w:pPr>
        <w:jc w:val="lowKashida"/>
        <w:rPr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عطا الله ، ميشيل كامل، 2002 ، </w:t>
      </w:r>
      <w:r w:rsidRPr="004F3C6F">
        <w:rPr>
          <w:b/>
          <w:bCs/>
          <w:sz w:val="32"/>
          <w:szCs w:val="32"/>
          <w:rtl/>
        </w:rPr>
        <w:t>طرق وأساليب تدريس العلوم</w:t>
      </w:r>
      <w:r w:rsidRPr="004F3C6F">
        <w:rPr>
          <w:sz w:val="32"/>
          <w:szCs w:val="32"/>
          <w:rtl/>
        </w:rPr>
        <w:t>، ط2 ، دار المسيرة ، عمان.</w:t>
      </w:r>
      <w:r>
        <w:rPr>
          <w:rtl/>
        </w:rPr>
        <w:t xml:space="preserve"> </w:t>
      </w:r>
    </w:p>
    <w:p w:rsidR="005E2322" w:rsidRPr="004F3C6F" w:rsidRDefault="005E2322" w:rsidP="00D73A87">
      <w:pPr>
        <w:ind w:left="26"/>
        <w:jc w:val="lowKashida"/>
        <w:rPr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عطية ، محسن علي ، 2008 ، </w:t>
      </w:r>
      <w:r w:rsidRPr="004F3C6F">
        <w:rPr>
          <w:b/>
          <w:bCs/>
          <w:sz w:val="32"/>
          <w:szCs w:val="32"/>
          <w:rtl/>
        </w:rPr>
        <w:t>الاستراتيجيات الحديثة في التدريس الفعال</w:t>
      </w:r>
      <w:r w:rsidRPr="004F3C6F">
        <w:rPr>
          <w:sz w:val="32"/>
          <w:szCs w:val="32"/>
          <w:rtl/>
        </w:rPr>
        <w:t xml:space="preserve">  ط1 ، دار الصفاء للطباعة ، عمان .</w:t>
      </w:r>
    </w:p>
    <w:p w:rsidR="005E2322" w:rsidRPr="00D9463F" w:rsidRDefault="005E2322" w:rsidP="00D73A87">
      <w:pPr>
        <w:jc w:val="lowKashida"/>
      </w:pPr>
    </w:p>
    <w:p w:rsidR="005E2322" w:rsidRDefault="005E2322" w:rsidP="00EA0416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العقيل، إبراهيم ، 2003. </w:t>
      </w:r>
      <w:r w:rsidRPr="004F3C6F">
        <w:rPr>
          <w:b/>
          <w:bCs/>
          <w:sz w:val="32"/>
          <w:szCs w:val="32"/>
          <w:rtl/>
        </w:rPr>
        <w:t>الشامل في تدريب المعلمين(التعلم التعاوني)</w:t>
      </w:r>
      <w:r w:rsidRPr="004F3C6F">
        <w:rPr>
          <w:sz w:val="32"/>
          <w:szCs w:val="32"/>
          <w:rtl/>
        </w:rPr>
        <w:t xml:space="preserve">، دار المؤلف للنشر والتوزيع والطباعة، بيروت. </w:t>
      </w:r>
    </w:p>
    <w:p w:rsidR="005E2322" w:rsidRPr="00EA0416" w:rsidRDefault="005E2322" w:rsidP="001D18F7">
      <w:pPr>
        <w:jc w:val="lowKashida"/>
      </w:pPr>
    </w:p>
    <w:p w:rsidR="005E2322" w:rsidRDefault="005E2322" w:rsidP="00D9463F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 xml:space="preserve">علام، صلاح الدين محمود، (2009)، </w:t>
      </w:r>
      <w:r w:rsidRPr="004F3C6F">
        <w:rPr>
          <w:b/>
          <w:bCs/>
          <w:sz w:val="32"/>
          <w:szCs w:val="32"/>
          <w:rtl/>
        </w:rPr>
        <w:t>القياس والتقويم التربوي في العملية التدريسية</w:t>
      </w:r>
      <w:r w:rsidRPr="004F3C6F">
        <w:rPr>
          <w:sz w:val="32"/>
          <w:szCs w:val="32"/>
          <w:rtl/>
        </w:rPr>
        <w:t>، ط1، عمان، دار المسيرة للنشر والتوزيع.</w:t>
      </w:r>
    </w:p>
    <w:p w:rsidR="005E2322" w:rsidRPr="00D9463F" w:rsidRDefault="005E2322" w:rsidP="00D73A87">
      <w:pPr>
        <w:ind w:left="26"/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عليان ، شاهر ربحي ، 2010 ، </w:t>
      </w:r>
      <w:r w:rsidRPr="004F3C6F">
        <w:rPr>
          <w:b/>
          <w:bCs/>
          <w:sz w:val="32"/>
          <w:szCs w:val="32"/>
          <w:rtl/>
        </w:rPr>
        <w:t>مناهج العلوم الطبيعية وطرق تدريسها : النظرية والتطبيق</w:t>
      </w:r>
      <w:r w:rsidRPr="004F3C6F">
        <w:rPr>
          <w:sz w:val="32"/>
          <w:szCs w:val="32"/>
          <w:rtl/>
        </w:rPr>
        <w:t xml:space="preserve"> ، ط1 ، دار المسيرة ، عمان .</w:t>
      </w:r>
    </w:p>
    <w:p w:rsidR="005E2322" w:rsidRPr="00D9463F" w:rsidRDefault="005E2322" w:rsidP="00D73A87">
      <w:pPr>
        <w:jc w:val="lowKashida"/>
      </w:pPr>
    </w:p>
    <w:p w:rsidR="005E2322" w:rsidRPr="00D73A87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--------------------</w:t>
      </w:r>
      <w:r w:rsidRPr="004F3C6F">
        <w:rPr>
          <w:sz w:val="32"/>
          <w:szCs w:val="32"/>
          <w:rtl/>
        </w:rPr>
        <w:t xml:space="preserve"> وعثمان محمد غنيم ،2000 ، </w:t>
      </w:r>
      <w:r w:rsidRPr="004F3C6F">
        <w:rPr>
          <w:b/>
          <w:bCs/>
          <w:sz w:val="32"/>
          <w:szCs w:val="32"/>
          <w:rtl/>
        </w:rPr>
        <w:t>مناهج وأساليب البحث العلمي</w:t>
      </w:r>
      <w:r w:rsidRPr="004F3C6F">
        <w:rPr>
          <w:sz w:val="32"/>
          <w:szCs w:val="32"/>
          <w:rtl/>
        </w:rPr>
        <w:t xml:space="preserve"> ،ط1 ، دار صفاء للنشر، عمان.</w:t>
      </w:r>
    </w:p>
    <w:p w:rsidR="005E2322" w:rsidRPr="00900F51" w:rsidRDefault="005E2322" w:rsidP="00D73A87">
      <w:pPr>
        <w:jc w:val="lowKashida"/>
        <w:rPr>
          <w:rtl/>
        </w:rPr>
      </w:pPr>
      <w:r w:rsidRPr="004F3C6F">
        <w:rPr>
          <w:sz w:val="32"/>
          <w:szCs w:val="32"/>
          <w:rtl/>
        </w:rPr>
        <w:t xml:space="preserve">   </w:t>
      </w: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العمر، عبد العزيز سعود، 2000. </w:t>
      </w:r>
      <w:r w:rsidRPr="004F3C6F">
        <w:rPr>
          <w:b/>
          <w:bCs/>
          <w:sz w:val="32"/>
          <w:szCs w:val="32"/>
          <w:rtl/>
        </w:rPr>
        <w:t xml:space="preserve">أثر استخدام التعليم التعاوني على تحصيل طلاب العلوم في المرحلة الجامعية ، </w:t>
      </w:r>
      <w:r w:rsidRPr="004F3C6F">
        <w:rPr>
          <w:sz w:val="32"/>
          <w:szCs w:val="32"/>
          <w:rtl/>
        </w:rPr>
        <w:t>رسالة الخليج العربي، مكتب التربية العربي لدول الخليج ، الرياض.</w:t>
      </w:r>
    </w:p>
    <w:p w:rsidR="005E2322" w:rsidRPr="00900F51" w:rsidRDefault="005E2322" w:rsidP="00FA7D5B">
      <w:pPr>
        <w:jc w:val="lowKashida"/>
      </w:pPr>
    </w:p>
    <w:p w:rsidR="005E2322" w:rsidRDefault="005E2322" w:rsidP="00930C75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العناني ، حنان عبد الحميد ، 2008،</w:t>
      </w:r>
      <w:r w:rsidRPr="004F3C6F">
        <w:rPr>
          <w:b/>
          <w:bCs/>
          <w:sz w:val="32"/>
          <w:szCs w:val="32"/>
          <w:rtl/>
        </w:rPr>
        <w:t>علم النفس التربوي</w:t>
      </w:r>
      <w:r w:rsidRPr="004F3C6F">
        <w:rPr>
          <w:sz w:val="32"/>
          <w:szCs w:val="32"/>
          <w:rtl/>
        </w:rPr>
        <w:t>، ط4،</w:t>
      </w:r>
      <w:r>
        <w:rPr>
          <w:sz w:val="32"/>
          <w:szCs w:val="32"/>
          <w:rtl/>
        </w:rPr>
        <w:t xml:space="preserve"> </w:t>
      </w:r>
      <w:r w:rsidRPr="004F3C6F">
        <w:rPr>
          <w:sz w:val="32"/>
          <w:szCs w:val="32"/>
          <w:rtl/>
        </w:rPr>
        <w:t xml:space="preserve">دار صنعاء،عمان </w:t>
      </w:r>
      <w:r w:rsidRPr="004F3C6F">
        <w:rPr>
          <w:rtl/>
        </w:rPr>
        <w:t xml:space="preserve">. </w:t>
      </w:r>
    </w:p>
    <w:p w:rsidR="005E2322" w:rsidRPr="00900F51" w:rsidRDefault="005E2322" w:rsidP="00F82EAC">
      <w:pPr>
        <w:jc w:val="lowKashida"/>
      </w:pPr>
    </w:p>
    <w:p w:rsidR="005E2322" w:rsidRDefault="005E2322" w:rsidP="00946AEA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عودة ، احمد سلمان ، وخليل يوسف الخليلي ، 1998 ، </w:t>
      </w:r>
      <w:r w:rsidRPr="004F3C6F">
        <w:rPr>
          <w:b/>
          <w:bCs/>
          <w:sz w:val="32"/>
          <w:szCs w:val="32"/>
          <w:rtl/>
        </w:rPr>
        <w:t>القياس والتقويم في العملية التدريسية</w:t>
      </w:r>
      <w:r w:rsidRPr="004F3C6F">
        <w:rPr>
          <w:sz w:val="32"/>
          <w:szCs w:val="32"/>
          <w:rtl/>
        </w:rPr>
        <w:t xml:space="preserve"> ، ط2 ، دار الأمل للنشر والتوزيع ، اربد ، عمان . </w:t>
      </w:r>
    </w:p>
    <w:p w:rsidR="005E2322" w:rsidRPr="00FA7D5B" w:rsidRDefault="005E2322" w:rsidP="001B156B">
      <w:pPr>
        <w:jc w:val="lowKashida"/>
      </w:pPr>
    </w:p>
    <w:p w:rsidR="005E2322" w:rsidRDefault="005E2322" w:rsidP="004F28BB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------------------</w:t>
      </w:r>
      <w:r w:rsidRPr="004F3C6F">
        <w:rPr>
          <w:sz w:val="32"/>
          <w:szCs w:val="32"/>
          <w:rtl/>
        </w:rPr>
        <w:t>، وخليل يوسف الخليلي، 198</w:t>
      </w:r>
      <w:r>
        <w:rPr>
          <w:sz w:val="32"/>
          <w:szCs w:val="32"/>
          <w:rtl/>
        </w:rPr>
        <w:t>9</w:t>
      </w:r>
      <w:r w:rsidRPr="004F3C6F">
        <w:rPr>
          <w:sz w:val="32"/>
          <w:szCs w:val="32"/>
          <w:rtl/>
        </w:rPr>
        <w:t xml:space="preserve"> ، </w:t>
      </w:r>
      <w:r w:rsidRPr="004F3C6F">
        <w:rPr>
          <w:b/>
          <w:bCs/>
          <w:sz w:val="32"/>
          <w:szCs w:val="32"/>
          <w:rtl/>
        </w:rPr>
        <w:t>الإحصاء للباحث في التربية والعلوم الإنسانية</w:t>
      </w:r>
      <w:r w:rsidRPr="004F3C6F">
        <w:rPr>
          <w:sz w:val="32"/>
          <w:szCs w:val="32"/>
          <w:rtl/>
        </w:rPr>
        <w:t xml:space="preserve"> ، ط1 ، دار الفكر للنشر والتوزيع . </w:t>
      </w:r>
    </w:p>
    <w:p w:rsidR="005E2322" w:rsidRPr="00D9463F" w:rsidRDefault="005E2322" w:rsidP="00FA7D5B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---------------------</w:t>
      </w:r>
      <w:r w:rsidRPr="004F3C6F">
        <w:rPr>
          <w:sz w:val="32"/>
          <w:szCs w:val="32"/>
          <w:rtl/>
        </w:rPr>
        <w:t xml:space="preserve"> ، 1993، </w:t>
      </w:r>
      <w:r w:rsidRPr="004F3C6F">
        <w:rPr>
          <w:b/>
          <w:bCs/>
          <w:sz w:val="32"/>
          <w:szCs w:val="32"/>
          <w:rtl/>
        </w:rPr>
        <w:t>القياس والتقويم في العملية التدريسية</w:t>
      </w:r>
      <w:r w:rsidRPr="004F3C6F">
        <w:rPr>
          <w:sz w:val="32"/>
          <w:szCs w:val="32"/>
          <w:rtl/>
        </w:rPr>
        <w:t xml:space="preserve"> ، دار الأمل للنشر والتوزيع ، الأردن   . </w:t>
      </w:r>
    </w:p>
    <w:p w:rsidR="005E2322" w:rsidRPr="00900F51" w:rsidRDefault="005E2322" w:rsidP="00FA7D5B">
      <w:pPr>
        <w:jc w:val="lowKashida"/>
      </w:pPr>
    </w:p>
    <w:p w:rsidR="005E2322" w:rsidRDefault="005E2322" w:rsidP="00EE78F3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---------------------</w:t>
      </w:r>
      <w:r w:rsidRPr="004F3C6F">
        <w:rPr>
          <w:sz w:val="32"/>
          <w:szCs w:val="32"/>
          <w:rtl/>
        </w:rPr>
        <w:t>، وفتحي حسن مكاوي، 1992 ،</w:t>
      </w:r>
      <w:r w:rsidRPr="004F3C6F">
        <w:rPr>
          <w:b/>
          <w:bCs/>
          <w:sz w:val="32"/>
          <w:szCs w:val="32"/>
          <w:rtl/>
        </w:rPr>
        <w:t xml:space="preserve"> أساسيات البحث العلمي في التربية والعلوم الإنسانية(عناصر البحث ،ومناهجه ، والتحليل الإحصائي لبياناته)</w:t>
      </w:r>
      <w:r w:rsidRPr="004F3C6F">
        <w:rPr>
          <w:sz w:val="32"/>
          <w:szCs w:val="32"/>
          <w:rtl/>
        </w:rPr>
        <w:t xml:space="preserve"> مكتبة الكناني ، اربد. </w:t>
      </w:r>
    </w:p>
    <w:p w:rsidR="005E2322" w:rsidRPr="00900F51" w:rsidRDefault="005E2322" w:rsidP="00FA7D5B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الغريبي، نوف علي ، 2008، </w:t>
      </w:r>
      <w:r w:rsidRPr="004F3C6F">
        <w:rPr>
          <w:b/>
          <w:bCs/>
          <w:sz w:val="32"/>
          <w:szCs w:val="32"/>
          <w:rtl/>
        </w:rPr>
        <w:t>اثر استخدام إستراتيجية التعلم التعاوني         ( المعلومات المجزأة) في تحصيل طالبات الصف الأول المتوسط لمادة القرآن الكريم</w:t>
      </w:r>
      <w:r w:rsidRPr="004F3C6F">
        <w:rPr>
          <w:sz w:val="32"/>
          <w:szCs w:val="32"/>
          <w:rtl/>
        </w:rPr>
        <w:t xml:space="preserve">، السعودية. </w:t>
      </w:r>
    </w:p>
    <w:p w:rsidR="005E2322" w:rsidRPr="00900F51" w:rsidRDefault="005E2322" w:rsidP="00FA7D5B">
      <w:pPr>
        <w:jc w:val="lowKashida"/>
        <w:rPr>
          <w:rtl/>
        </w:rPr>
      </w:pPr>
    </w:p>
    <w:p w:rsidR="005E2322" w:rsidRDefault="005E2322" w:rsidP="00EE78F3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 xml:space="preserve">فان دالين ، ديوب لدب ، 1985 </w:t>
      </w:r>
      <w:r w:rsidRPr="004F3C6F">
        <w:rPr>
          <w:b/>
          <w:bCs/>
          <w:sz w:val="32"/>
          <w:szCs w:val="32"/>
          <w:rtl/>
        </w:rPr>
        <w:t xml:space="preserve">، مناهـج البحث في التربيـة وعلم </w:t>
      </w:r>
      <w:r>
        <w:rPr>
          <w:b/>
          <w:bCs/>
          <w:sz w:val="32"/>
          <w:szCs w:val="32"/>
          <w:rtl/>
        </w:rPr>
        <w:t xml:space="preserve">            </w:t>
      </w:r>
      <w:r w:rsidRPr="004F3C6F">
        <w:rPr>
          <w:b/>
          <w:bCs/>
          <w:sz w:val="32"/>
          <w:szCs w:val="32"/>
          <w:rtl/>
        </w:rPr>
        <w:t>النفس</w:t>
      </w:r>
      <w:r w:rsidRPr="004F3C6F">
        <w:rPr>
          <w:sz w:val="32"/>
          <w:szCs w:val="32"/>
          <w:rtl/>
        </w:rPr>
        <w:t xml:space="preserve"> ، ترجمـة محمد نوفل وآخرون ، ط3 ، القاهرة ، مكتبة الانجلو المصرية  .</w:t>
      </w:r>
    </w:p>
    <w:p w:rsidR="005E2322" w:rsidRPr="00D9463F" w:rsidRDefault="005E2322" w:rsidP="00EE78F3">
      <w:pPr>
        <w:jc w:val="lowKashida"/>
        <w:rPr>
          <w:sz w:val="32"/>
          <w:szCs w:val="32"/>
        </w:rPr>
      </w:pPr>
    </w:p>
    <w:p w:rsidR="005E2322" w:rsidRDefault="005E2322" w:rsidP="00FA7D5B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>فرج ، عبد اللطيف بن الحسين</w:t>
      </w:r>
      <w:r>
        <w:rPr>
          <w:sz w:val="32"/>
          <w:szCs w:val="32"/>
          <w:rtl/>
        </w:rPr>
        <w:t>،</w:t>
      </w:r>
      <w:r w:rsidRPr="004F3C6F">
        <w:rPr>
          <w:sz w:val="32"/>
          <w:szCs w:val="32"/>
          <w:rtl/>
        </w:rPr>
        <w:t>2005</w:t>
      </w:r>
      <w:r>
        <w:rPr>
          <w:sz w:val="32"/>
          <w:szCs w:val="32"/>
          <w:rtl/>
        </w:rPr>
        <w:t xml:space="preserve"> </w:t>
      </w:r>
      <w:r w:rsidRPr="004F3C6F">
        <w:rPr>
          <w:sz w:val="32"/>
          <w:szCs w:val="32"/>
          <w:rtl/>
        </w:rPr>
        <w:t xml:space="preserve"> ، </w:t>
      </w:r>
      <w:r w:rsidRPr="004F3C6F">
        <w:rPr>
          <w:b/>
          <w:bCs/>
          <w:sz w:val="32"/>
          <w:szCs w:val="32"/>
          <w:rtl/>
        </w:rPr>
        <w:t xml:space="preserve">طرق التدريس فـي القرن الواحد </w:t>
      </w:r>
      <w:r>
        <w:rPr>
          <w:b/>
          <w:bCs/>
          <w:sz w:val="32"/>
          <w:szCs w:val="32"/>
          <w:rtl/>
        </w:rPr>
        <w:t xml:space="preserve">           </w:t>
      </w:r>
      <w:r w:rsidRPr="004F3C6F">
        <w:rPr>
          <w:b/>
          <w:bCs/>
          <w:sz w:val="32"/>
          <w:szCs w:val="32"/>
          <w:rtl/>
        </w:rPr>
        <w:t>والعشرين</w:t>
      </w:r>
      <w:r w:rsidRPr="004F3C6F">
        <w:rPr>
          <w:sz w:val="32"/>
          <w:szCs w:val="32"/>
          <w:rtl/>
        </w:rPr>
        <w:t xml:space="preserve"> ، الطبعـة الأولى ، دار المسيرة ، عمان.</w:t>
      </w:r>
      <w:r>
        <w:rPr>
          <w:sz w:val="32"/>
          <w:szCs w:val="32"/>
          <w:rtl/>
        </w:rPr>
        <w:t xml:space="preserve"> </w:t>
      </w:r>
    </w:p>
    <w:p w:rsidR="005E2322" w:rsidRDefault="005E2322" w:rsidP="00841C4D">
      <w:pPr>
        <w:jc w:val="lowKashida"/>
        <w:rPr>
          <w:sz w:val="32"/>
          <w:szCs w:val="32"/>
          <w:rtl/>
        </w:rPr>
      </w:pPr>
    </w:p>
    <w:p w:rsidR="005E2322" w:rsidRDefault="005E2322" w:rsidP="00FA7D5B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 xml:space="preserve">التميمي ، محمد طاهر ناصر ، 2005، </w:t>
      </w:r>
      <w:r w:rsidRPr="00841C4D">
        <w:rPr>
          <w:b/>
          <w:bCs/>
          <w:sz w:val="32"/>
          <w:szCs w:val="32"/>
          <w:rtl/>
        </w:rPr>
        <w:t xml:space="preserve">اثرإستراتيجيتي الملخصات العامة واسئلة التحضير القبلية في تحصيل طلاب الصف الخامس الادبي في مادة التاريخ الحديث </w:t>
      </w:r>
      <w:r>
        <w:rPr>
          <w:sz w:val="32"/>
          <w:szCs w:val="32"/>
          <w:rtl/>
        </w:rPr>
        <w:t xml:space="preserve">، أطروحة دكتوراه ، كلية التربية – أبن رشد ، جامعة بغداد . </w:t>
      </w:r>
    </w:p>
    <w:p w:rsidR="005E2322" w:rsidRPr="001B088D" w:rsidRDefault="005E2322" w:rsidP="001B088D">
      <w:pPr>
        <w:jc w:val="lowKashida"/>
        <w:rPr>
          <w:sz w:val="32"/>
          <w:szCs w:val="32"/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القاعود، إبراهيم (1995)، </w:t>
      </w:r>
      <w:r w:rsidRPr="004F3C6F">
        <w:rPr>
          <w:b/>
          <w:bCs/>
          <w:sz w:val="32"/>
          <w:szCs w:val="32"/>
          <w:rtl/>
        </w:rPr>
        <w:t xml:space="preserve">اثر طريقة التعلم التعاوني في التحصيل في الجغرافية ومفهوم الذات لدى طلاب الصف العاشر في الأردن، </w:t>
      </w:r>
      <w:r w:rsidRPr="004F3C6F">
        <w:rPr>
          <w:sz w:val="32"/>
          <w:szCs w:val="32"/>
          <w:rtl/>
        </w:rPr>
        <w:t>مجلة مركز البحوث التربوية، جامعة قطر، العدد السابع، السنة الرابعة.</w:t>
      </w:r>
    </w:p>
    <w:p w:rsidR="005E2322" w:rsidRPr="00D9463F" w:rsidRDefault="005E2322" w:rsidP="001B088D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القحطاني ، سالم بن علي سالم ،2001 ، </w:t>
      </w:r>
      <w:r w:rsidRPr="004F3C6F">
        <w:rPr>
          <w:b/>
          <w:bCs/>
          <w:sz w:val="32"/>
          <w:szCs w:val="32"/>
          <w:rtl/>
        </w:rPr>
        <w:t>فاعلية التعلم التعاوني في        تحصيل الطلاب وتنمية اتجاهاتهم في الدراسات الاجتماعية المرحلة         المتوسطة</w:t>
      </w:r>
      <w:r w:rsidRPr="004F3C6F">
        <w:rPr>
          <w:sz w:val="32"/>
          <w:szCs w:val="32"/>
          <w:rtl/>
        </w:rPr>
        <w:t xml:space="preserve"> ، السعودية </w:t>
      </w:r>
      <w:r>
        <w:rPr>
          <w:rtl/>
        </w:rPr>
        <w:t xml:space="preserve">. </w:t>
      </w:r>
    </w:p>
    <w:p w:rsidR="005E2322" w:rsidRPr="00900F51" w:rsidRDefault="005E2322" w:rsidP="001B088D">
      <w:pPr>
        <w:jc w:val="lowKashida"/>
      </w:pPr>
    </w:p>
    <w:p w:rsidR="005E2322" w:rsidRPr="00900F51" w:rsidRDefault="005E2322" w:rsidP="00F43136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rtl/>
        </w:rPr>
      </w:pPr>
      <w:r w:rsidRPr="004F3C6F">
        <w:rPr>
          <w:sz w:val="32"/>
          <w:szCs w:val="32"/>
          <w:rtl/>
        </w:rPr>
        <w:t xml:space="preserve"> قطامي ، يوسف ، ونايفة قطامي ، 1998، </w:t>
      </w:r>
      <w:r w:rsidRPr="004F3C6F">
        <w:rPr>
          <w:b/>
          <w:bCs/>
          <w:sz w:val="32"/>
          <w:szCs w:val="32"/>
          <w:rtl/>
        </w:rPr>
        <w:t>نماذج التدريس الصفي</w:t>
      </w:r>
      <w:r w:rsidRPr="004F3C6F">
        <w:rPr>
          <w:sz w:val="32"/>
          <w:szCs w:val="32"/>
          <w:rtl/>
        </w:rPr>
        <w:t xml:space="preserve"> ، دار الشروق للنشر والتوزيع والطباعة ، عمان . </w:t>
      </w:r>
    </w:p>
    <w:p w:rsidR="005E2322" w:rsidRDefault="005E2322" w:rsidP="00930C75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rFonts w:cs="Simplified Arabic"/>
          <w:sz w:val="32"/>
          <w:szCs w:val="32"/>
          <w:rtl/>
        </w:rPr>
        <w:t>القمش ، مصطفى وآخرون</w:t>
      </w:r>
      <w:r>
        <w:rPr>
          <w:rFonts w:cs="Simplified Arabic"/>
          <w:sz w:val="32"/>
          <w:szCs w:val="32"/>
          <w:rtl/>
        </w:rPr>
        <w:t>، 2000</w:t>
      </w:r>
      <w:r w:rsidRPr="004F3C6F">
        <w:rPr>
          <w:rFonts w:cs="Simplified Arabic"/>
          <w:sz w:val="32"/>
          <w:szCs w:val="32"/>
          <w:rtl/>
        </w:rPr>
        <w:t>،</w:t>
      </w:r>
      <w:r w:rsidRPr="004F3C6F">
        <w:rPr>
          <w:rFonts w:cs="Simplified Arabic"/>
          <w:b/>
          <w:bCs/>
          <w:sz w:val="32"/>
          <w:szCs w:val="32"/>
          <w:rtl/>
        </w:rPr>
        <w:t xml:space="preserve">القياس والتقويم في التربيـة </w:t>
      </w:r>
      <w:r>
        <w:rPr>
          <w:rFonts w:cs="Simplified Arabic"/>
          <w:b/>
          <w:bCs/>
          <w:sz w:val="32"/>
          <w:szCs w:val="32"/>
          <w:rtl/>
        </w:rPr>
        <w:t xml:space="preserve">           </w:t>
      </w:r>
      <w:r w:rsidRPr="004F3C6F">
        <w:rPr>
          <w:rFonts w:cs="Simplified Arabic"/>
          <w:b/>
          <w:bCs/>
          <w:sz w:val="32"/>
          <w:szCs w:val="32"/>
          <w:rtl/>
        </w:rPr>
        <w:t>الخاصة</w:t>
      </w:r>
      <w:r w:rsidRPr="004F3C6F">
        <w:rPr>
          <w:rFonts w:cs="Simplified Arabic"/>
          <w:sz w:val="32"/>
          <w:szCs w:val="32"/>
          <w:rtl/>
        </w:rPr>
        <w:t xml:space="preserve"> ، ط1 ، دار</w:t>
      </w:r>
      <w:r w:rsidRPr="004F3C6F">
        <w:rPr>
          <w:sz w:val="32"/>
          <w:szCs w:val="32"/>
          <w:rtl/>
        </w:rPr>
        <w:t xml:space="preserve"> </w:t>
      </w:r>
      <w:r w:rsidRPr="004F3C6F">
        <w:rPr>
          <w:rFonts w:cs="Simplified Arabic"/>
          <w:sz w:val="32"/>
          <w:szCs w:val="32"/>
          <w:rtl/>
        </w:rPr>
        <w:t>الفكر للطباعة والنشر والتوزيع ، الأردن</w:t>
      </w:r>
      <w:r w:rsidRPr="004F3C6F">
        <w:rPr>
          <w:sz w:val="32"/>
          <w:szCs w:val="32"/>
          <w:rtl/>
        </w:rPr>
        <w:t xml:space="preserve"> . </w:t>
      </w:r>
    </w:p>
    <w:p w:rsidR="005E2322" w:rsidRPr="00930C75" w:rsidRDefault="005E2322" w:rsidP="00F82EAC">
      <w:pPr>
        <w:ind w:left="26"/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كوثر ، كوجك حسين ، 1992 ، </w:t>
      </w:r>
      <w:r w:rsidRPr="004F3C6F">
        <w:rPr>
          <w:b/>
          <w:bCs/>
          <w:sz w:val="32"/>
          <w:szCs w:val="32"/>
          <w:rtl/>
        </w:rPr>
        <w:t>التعلم التعاوني – إستراتيجية تدريس تحقق هدفين</w:t>
      </w:r>
      <w:r w:rsidRPr="004F3C6F">
        <w:rPr>
          <w:sz w:val="32"/>
          <w:szCs w:val="32"/>
          <w:rtl/>
        </w:rPr>
        <w:t xml:space="preserve"> ، دراسات تربوية ، مجلد 7 ، ج (43) رابطة التربية الحديثة ،القاهرة. </w:t>
      </w:r>
    </w:p>
    <w:p w:rsidR="005E2322" w:rsidRPr="004F3C6F" w:rsidRDefault="005E2322" w:rsidP="001B088D">
      <w:pPr>
        <w:ind w:left="26"/>
        <w:jc w:val="lowKashida"/>
      </w:pPr>
    </w:p>
    <w:p w:rsidR="005E2322" w:rsidRDefault="005E2322" w:rsidP="00946AEA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 xml:space="preserve">المحاسنة ، إبراهيم محمد ، مهيدات ، عبد الحكيم علي ، 2013 ، </w:t>
      </w:r>
      <w:r w:rsidRPr="004F3C6F">
        <w:rPr>
          <w:b/>
          <w:bCs/>
          <w:sz w:val="32"/>
          <w:szCs w:val="32"/>
          <w:rtl/>
        </w:rPr>
        <w:t>القياس والتقويم الصفي</w:t>
      </w:r>
      <w:r w:rsidRPr="004F3C6F">
        <w:rPr>
          <w:sz w:val="32"/>
          <w:szCs w:val="32"/>
          <w:rtl/>
        </w:rPr>
        <w:t xml:space="preserve"> ، دار جرير للنشر والتوزيع ، ط1 ، عمان ، الأردن . </w:t>
      </w:r>
      <w:r>
        <w:rPr>
          <w:sz w:val="32"/>
          <w:szCs w:val="32"/>
          <w:rtl/>
        </w:rPr>
        <w:t xml:space="preserve"> </w:t>
      </w:r>
    </w:p>
    <w:p w:rsidR="005E2322" w:rsidRPr="00D9463F" w:rsidRDefault="005E2322" w:rsidP="001B088D">
      <w:pPr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 محمد ، مرعي توفيق ومحمد محمود الحيلة ،2002 ، </w:t>
      </w:r>
      <w:r w:rsidRPr="004F3C6F">
        <w:rPr>
          <w:b/>
          <w:bCs/>
          <w:sz w:val="32"/>
          <w:szCs w:val="32"/>
          <w:rtl/>
        </w:rPr>
        <w:t>طرق التدريس العامة</w:t>
      </w:r>
      <w:r w:rsidRPr="004F3C6F">
        <w:rPr>
          <w:sz w:val="32"/>
          <w:szCs w:val="32"/>
          <w:rtl/>
        </w:rPr>
        <w:t xml:space="preserve">  دار الفكر للطباعة والنشر والتوزيع ، عمان ، الأردن . </w:t>
      </w:r>
    </w:p>
    <w:p w:rsidR="005E2322" w:rsidRPr="00D9463F" w:rsidRDefault="005E2322" w:rsidP="001B088D">
      <w:pPr>
        <w:jc w:val="lowKashida"/>
        <w:rPr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محمد، شفيق، 2001، </w:t>
      </w:r>
      <w:r w:rsidRPr="004F3C6F">
        <w:rPr>
          <w:b/>
          <w:bCs/>
          <w:sz w:val="32"/>
          <w:szCs w:val="32"/>
          <w:rtl/>
        </w:rPr>
        <w:t>البحث العلمي والخطوات المنهجية لإعداد البحوث الاجتماعية</w:t>
      </w:r>
      <w:r w:rsidRPr="004F3C6F">
        <w:rPr>
          <w:sz w:val="32"/>
          <w:szCs w:val="32"/>
          <w:rtl/>
        </w:rPr>
        <w:t xml:space="preserve"> ، المكتبة الجامعية، الإسكندرية. </w:t>
      </w:r>
    </w:p>
    <w:p w:rsidR="005E2322" w:rsidRPr="00900F51" w:rsidRDefault="005E2322" w:rsidP="001B088D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مرعي ، توفيق احمد ، 2002 ، </w:t>
      </w:r>
      <w:r w:rsidRPr="004F3C6F">
        <w:rPr>
          <w:b/>
          <w:bCs/>
          <w:sz w:val="32"/>
          <w:szCs w:val="32"/>
          <w:rtl/>
        </w:rPr>
        <w:t>طرائق التدريس العامة</w:t>
      </w:r>
      <w:r w:rsidRPr="004F3C6F">
        <w:rPr>
          <w:sz w:val="32"/>
          <w:szCs w:val="32"/>
          <w:rtl/>
        </w:rPr>
        <w:t xml:space="preserve"> ، ط1 ، دار المسيرة للنشر ، عمان . </w:t>
      </w:r>
    </w:p>
    <w:p w:rsidR="005E2322" w:rsidRPr="00900F51" w:rsidRDefault="005E2322" w:rsidP="001B088D">
      <w:pPr>
        <w:jc w:val="lowKashida"/>
      </w:pPr>
    </w:p>
    <w:p w:rsidR="005E2322" w:rsidRDefault="005E2322" w:rsidP="00ED4EF8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-------------------</w:t>
      </w:r>
      <w:r w:rsidRPr="004F3C6F">
        <w:rPr>
          <w:sz w:val="32"/>
          <w:szCs w:val="32"/>
          <w:rtl/>
        </w:rPr>
        <w:t xml:space="preserve"> ، الحيلة ، محمد محمود ، 2005، </w:t>
      </w:r>
      <w:r w:rsidRPr="004F3C6F">
        <w:rPr>
          <w:b/>
          <w:bCs/>
          <w:sz w:val="32"/>
          <w:szCs w:val="32"/>
          <w:rtl/>
        </w:rPr>
        <w:t>طرائق التدريس العامة</w:t>
      </w:r>
      <w:r w:rsidRPr="004F3C6F">
        <w:rPr>
          <w:sz w:val="32"/>
          <w:szCs w:val="32"/>
          <w:rtl/>
        </w:rPr>
        <w:t xml:space="preserve"> ، ط2 ، دار المسيرة للنشر والتوزيع والطباعة ، عمان .</w:t>
      </w:r>
    </w:p>
    <w:p w:rsidR="005E2322" w:rsidRPr="00900F51" w:rsidRDefault="005E2322" w:rsidP="00EE78F3">
      <w:pPr>
        <w:jc w:val="lowKashida"/>
        <w:rPr>
          <w:rtl/>
        </w:rPr>
      </w:pPr>
    </w:p>
    <w:p w:rsidR="005E2322" w:rsidRPr="009619FB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المفرجي ، ابتسام محمد حميد كاظم ، 2012، </w:t>
      </w:r>
      <w:r w:rsidRPr="004F3C6F">
        <w:rPr>
          <w:b/>
          <w:bCs/>
          <w:sz w:val="32"/>
          <w:szCs w:val="32"/>
          <w:rtl/>
        </w:rPr>
        <w:t>اثر القراءات الخارجية والمناقشة الصفية في تحصيل واستبقاء الطالبات لمادة الجغرافية</w:t>
      </w:r>
      <w:r w:rsidRPr="004F3C6F">
        <w:rPr>
          <w:sz w:val="32"/>
          <w:szCs w:val="32"/>
          <w:rtl/>
        </w:rPr>
        <w:t xml:space="preserve"> ،رسالة ماجستير غير منشورة ، كلية التربية للبنات/ جامعة بغداد . </w:t>
      </w:r>
    </w:p>
    <w:p w:rsidR="005E2322" w:rsidRPr="00900F51" w:rsidRDefault="005E2322" w:rsidP="009619FB">
      <w:pPr>
        <w:ind w:left="26"/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مكتب التربية العربي لدول الخليج، 1991، </w:t>
      </w:r>
      <w:r w:rsidRPr="004F3C6F">
        <w:rPr>
          <w:b/>
          <w:bCs/>
          <w:sz w:val="32"/>
          <w:szCs w:val="32"/>
          <w:rtl/>
        </w:rPr>
        <w:t>التقرير الختامي لندوة الاتجاهات الحديثة في التدريس للمرحلة الثانوية</w:t>
      </w:r>
      <w:r w:rsidRPr="004F3C6F">
        <w:rPr>
          <w:sz w:val="32"/>
          <w:szCs w:val="32"/>
          <w:rtl/>
        </w:rPr>
        <w:t xml:space="preserve">، الرياض. </w:t>
      </w:r>
    </w:p>
    <w:p w:rsidR="005E2322" w:rsidRPr="00900F51" w:rsidRDefault="005E2322" w:rsidP="009619FB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ملحم ، سامي محمد ،2000، </w:t>
      </w:r>
      <w:r w:rsidRPr="004F3C6F">
        <w:rPr>
          <w:b/>
          <w:bCs/>
          <w:sz w:val="32"/>
          <w:szCs w:val="32"/>
          <w:rtl/>
        </w:rPr>
        <w:t>القياس والتقويم في التربية وعلم النفس</w:t>
      </w:r>
      <w:r w:rsidRPr="004F3C6F">
        <w:rPr>
          <w:sz w:val="32"/>
          <w:szCs w:val="32"/>
          <w:rtl/>
        </w:rPr>
        <w:t xml:space="preserve"> ، عمان ، دار المسيرة للنشر والتوزيع ،ط1، عمان ،الأردن</w:t>
      </w:r>
      <w:r w:rsidRPr="004F3C6F">
        <w:rPr>
          <w:rtl/>
        </w:rPr>
        <w:t xml:space="preserve"> </w:t>
      </w:r>
      <w:r w:rsidRPr="004F3C6F">
        <w:rPr>
          <w:sz w:val="32"/>
          <w:szCs w:val="32"/>
          <w:rtl/>
        </w:rPr>
        <w:t xml:space="preserve">. </w:t>
      </w:r>
    </w:p>
    <w:p w:rsidR="005E2322" w:rsidRPr="00D9463F" w:rsidRDefault="005E2322" w:rsidP="009619FB">
      <w:pPr>
        <w:jc w:val="lowKashida"/>
      </w:pPr>
    </w:p>
    <w:p w:rsidR="005E2322" w:rsidRPr="00900F51" w:rsidRDefault="005E2322" w:rsidP="001B156B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------------------</w:t>
      </w:r>
      <w:r w:rsidRPr="004F3C6F">
        <w:rPr>
          <w:sz w:val="32"/>
          <w:szCs w:val="32"/>
          <w:rtl/>
        </w:rPr>
        <w:t xml:space="preserve">، 2002، </w:t>
      </w:r>
      <w:r w:rsidRPr="004F3C6F">
        <w:rPr>
          <w:b/>
          <w:bCs/>
          <w:sz w:val="32"/>
          <w:szCs w:val="32"/>
          <w:rtl/>
        </w:rPr>
        <w:t>القياس والتقويم في التربية وعلم النفس</w:t>
      </w:r>
      <w:r w:rsidRPr="004F3C6F">
        <w:rPr>
          <w:sz w:val="32"/>
          <w:szCs w:val="32"/>
          <w:rtl/>
        </w:rPr>
        <w:t xml:space="preserve">، ط2 دار المسيرة للطباعة والنشر، عمان. </w:t>
      </w: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>المليجي ، حلمي ، 2000 ،</w:t>
      </w:r>
      <w:r w:rsidRPr="004F3C6F">
        <w:rPr>
          <w:b/>
          <w:bCs/>
          <w:sz w:val="32"/>
          <w:szCs w:val="32"/>
          <w:rtl/>
        </w:rPr>
        <w:t>علم النفس المعاصر</w:t>
      </w:r>
      <w:r>
        <w:rPr>
          <w:sz w:val="32"/>
          <w:szCs w:val="32"/>
          <w:rtl/>
        </w:rPr>
        <w:t xml:space="preserve"> ،دار</w:t>
      </w:r>
      <w:r w:rsidRPr="004F3C6F">
        <w:rPr>
          <w:sz w:val="32"/>
          <w:szCs w:val="32"/>
          <w:rtl/>
        </w:rPr>
        <w:t xml:space="preserve"> النهضة العربية ، ط2 بيروت .</w:t>
      </w:r>
    </w:p>
    <w:p w:rsidR="005E2322" w:rsidRPr="009619FB" w:rsidRDefault="005E2322" w:rsidP="009619FB">
      <w:pPr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>ال</w:t>
      </w:r>
      <w:r w:rsidRPr="004F3C6F">
        <w:rPr>
          <w:sz w:val="32"/>
          <w:szCs w:val="32"/>
          <w:rtl/>
        </w:rPr>
        <w:t>مؤتمر</w:t>
      </w:r>
      <w:r>
        <w:rPr>
          <w:sz w:val="32"/>
          <w:szCs w:val="32"/>
          <w:rtl/>
        </w:rPr>
        <w:t xml:space="preserve"> الخاص</w:t>
      </w:r>
      <w:r w:rsidRPr="004F3C6F">
        <w:rPr>
          <w:sz w:val="32"/>
          <w:szCs w:val="32"/>
          <w:rtl/>
        </w:rPr>
        <w:t xml:space="preserve"> </w:t>
      </w:r>
      <w:r w:rsidRPr="00790C47">
        <w:rPr>
          <w:b/>
          <w:bCs/>
          <w:sz w:val="32"/>
          <w:szCs w:val="32"/>
          <w:rtl/>
        </w:rPr>
        <w:t>بتطوير التعليم الثانوي</w:t>
      </w:r>
      <w:r>
        <w:rPr>
          <w:sz w:val="32"/>
          <w:szCs w:val="32"/>
          <w:rtl/>
        </w:rPr>
        <w:t xml:space="preserve"> </w:t>
      </w:r>
      <w:r w:rsidRPr="004F3C6F">
        <w:rPr>
          <w:sz w:val="32"/>
          <w:szCs w:val="32"/>
          <w:rtl/>
        </w:rPr>
        <w:t xml:space="preserve">، 2004، البحرين. </w:t>
      </w:r>
    </w:p>
    <w:p w:rsidR="005E2322" w:rsidRPr="00900F51" w:rsidRDefault="005E2322" w:rsidP="009619FB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 xml:space="preserve">المؤتمر العلمي السابع من 25-26/ نيسان/2012 ، مجلة كلية التربية ، كلية التربية ، جامعة ديالى . </w:t>
      </w:r>
    </w:p>
    <w:p w:rsidR="005E2322" w:rsidRDefault="005E2322" w:rsidP="001C1049">
      <w:pPr>
        <w:jc w:val="lowKashida"/>
        <w:rPr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2B46AC">
        <w:rPr>
          <w:rFonts w:ascii="Simplified Arabic" w:hAnsi="Simplified Arabic" w:cs="Simplified Arabic"/>
          <w:sz w:val="32"/>
          <w:szCs w:val="32"/>
          <w:rtl/>
        </w:rPr>
        <w:t>المؤتمر ال</w:t>
      </w:r>
      <w:r>
        <w:rPr>
          <w:rFonts w:ascii="Simplified Arabic" w:hAnsi="Simplified Arabic" w:cs="Simplified Arabic"/>
          <w:sz w:val="32"/>
          <w:szCs w:val="32"/>
          <w:rtl/>
        </w:rPr>
        <w:t>علمي السنوي السادس عشر من 27-28/ايار (2009)، العدد الخاص</w:t>
      </w:r>
      <w:r w:rsidRPr="002B46AC">
        <w:rPr>
          <w:rFonts w:ascii="Simplified Arabic" w:hAnsi="Simplified Arabic" w:cs="Simplified Arabic"/>
          <w:sz w:val="32"/>
          <w:szCs w:val="32"/>
          <w:rtl/>
        </w:rPr>
        <w:t>(مجلة علمية محكمة)، مجلة كلية التربية، كلية التربية، الجامعة المستنصرية.</w:t>
      </w:r>
    </w:p>
    <w:p w:rsidR="005E2322" w:rsidRPr="00900F51" w:rsidRDefault="005E2322" w:rsidP="009619FB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 xml:space="preserve">المؤتمر العلمي السنوي الثاني عشر من 20-21/ نيسان /2010 ، العدد الخاص ( مجلة علمية محكمة ) مجلة كلية التربية ، كلية التربية ، الجامعة المستنصرية . </w:t>
      </w:r>
    </w:p>
    <w:p w:rsidR="005E2322" w:rsidRDefault="005E2322" w:rsidP="00B13F8D">
      <w:pPr>
        <w:jc w:val="lowKashida"/>
        <w:rPr>
          <w:rtl/>
        </w:rPr>
      </w:pPr>
    </w:p>
    <w:p w:rsidR="005E2322" w:rsidRDefault="005E2322" w:rsidP="00D7536A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 xml:space="preserve">المؤتمر العلمي السنوي الثالث عشر من 29-31/ اذار /2011 ، (مجلة كلية التربية الأساسية) ، كلية التربية الاساسية ، الجامعة المستنصرية . </w:t>
      </w:r>
    </w:p>
    <w:p w:rsidR="005E2322" w:rsidRPr="00900F51" w:rsidRDefault="005E2322" w:rsidP="009619FB">
      <w:pPr>
        <w:jc w:val="lowKashida"/>
      </w:pPr>
    </w:p>
    <w:p w:rsidR="005E2322" w:rsidRPr="009619FB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>
        <w:rPr>
          <w:sz w:val="32"/>
          <w:szCs w:val="32"/>
          <w:rtl/>
        </w:rPr>
        <w:t xml:space="preserve">المؤتمر الوطني </w:t>
      </w:r>
      <w:r w:rsidRPr="00790C47">
        <w:rPr>
          <w:b/>
          <w:bCs/>
          <w:sz w:val="32"/>
          <w:szCs w:val="32"/>
          <w:rtl/>
        </w:rPr>
        <w:t>لإصلاح التعليم العالي والبحث في العراق</w:t>
      </w:r>
      <w:r>
        <w:rPr>
          <w:sz w:val="32"/>
          <w:szCs w:val="32"/>
          <w:rtl/>
        </w:rPr>
        <w:t xml:space="preserve"> من 28-2 ولغاية 2-3-2010 ، وزارة التعليم العالي والبحث العلمي . </w:t>
      </w:r>
    </w:p>
    <w:p w:rsidR="005E2322" w:rsidRPr="00900F51" w:rsidRDefault="005E2322" w:rsidP="009619FB">
      <w:pPr>
        <w:jc w:val="lowKashida"/>
      </w:pPr>
    </w:p>
    <w:p w:rsidR="005E2322" w:rsidRDefault="005E2322" w:rsidP="00AD2288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4F3C6F">
        <w:rPr>
          <w:sz w:val="32"/>
          <w:szCs w:val="32"/>
          <w:rtl/>
        </w:rPr>
        <w:t xml:space="preserve">النبهان، موسى، (2004)، </w:t>
      </w:r>
      <w:r w:rsidRPr="004F3C6F">
        <w:rPr>
          <w:b/>
          <w:bCs/>
          <w:sz w:val="32"/>
          <w:szCs w:val="32"/>
          <w:rtl/>
        </w:rPr>
        <w:t>أساسيات القياس في العلوم السلوكية</w:t>
      </w:r>
      <w:r>
        <w:rPr>
          <w:sz w:val="32"/>
          <w:szCs w:val="32"/>
          <w:rtl/>
        </w:rPr>
        <w:t xml:space="preserve">             </w:t>
      </w:r>
      <w:r w:rsidRPr="004F3C6F">
        <w:rPr>
          <w:sz w:val="32"/>
          <w:szCs w:val="32"/>
          <w:rtl/>
        </w:rPr>
        <w:t>الأردن، عمان، دار الشروق للنشر والتوزيع.</w:t>
      </w:r>
    </w:p>
    <w:p w:rsidR="005E2322" w:rsidRPr="00900F51" w:rsidRDefault="005E2322" w:rsidP="009619FB">
      <w:pPr>
        <w:jc w:val="lowKashida"/>
        <w:rPr>
          <w:sz w:val="32"/>
          <w:szCs w:val="32"/>
          <w:rtl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النجار ، يوسف مصطفى ، 1998 ، </w:t>
      </w:r>
      <w:r w:rsidRPr="004F3C6F">
        <w:rPr>
          <w:b/>
          <w:bCs/>
          <w:sz w:val="32"/>
          <w:szCs w:val="32"/>
          <w:rtl/>
        </w:rPr>
        <w:t>اثر استخدام التعلم التعاوني في تحصيل طلبة الصف الثامن الأساسي في العلوم واتجاهاتهم نحوها</w:t>
      </w:r>
      <w:r w:rsidRPr="004F3C6F">
        <w:rPr>
          <w:sz w:val="32"/>
          <w:szCs w:val="32"/>
          <w:rtl/>
        </w:rPr>
        <w:t xml:space="preserve"> ( رسالة ماجستير غير منشورة ) جامعة بيرزيت ، فلسطين . </w:t>
      </w:r>
    </w:p>
    <w:p w:rsidR="005E2322" w:rsidRPr="00900F51" w:rsidRDefault="005E2322" w:rsidP="009619FB">
      <w:pPr>
        <w:jc w:val="lowKashida"/>
        <w:rPr>
          <w:rtl/>
        </w:rPr>
      </w:pPr>
    </w:p>
    <w:p w:rsidR="005E2322" w:rsidRDefault="005E2322" w:rsidP="00BB6058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 w:rsidRPr="00E3385F">
        <w:rPr>
          <w:sz w:val="32"/>
          <w:szCs w:val="32"/>
          <w:rtl/>
        </w:rPr>
        <w:t xml:space="preserve">الندوة العلمية ، </w:t>
      </w:r>
      <w:r w:rsidRPr="00E3385F">
        <w:rPr>
          <w:b/>
          <w:bCs/>
          <w:sz w:val="32"/>
          <w:szCs w:val="32"/>
          <w:rtl/>
        </w:rPr>
        <w:t>التعليم العالي بين الواقع والطموح</w:t>
      </w:r>
      <w:r w:rsidRPr="00E3385F">
        <w:rPr>
          <w:sz w:val="32"/>
          <w:szCs w:val="32"/>
          <w:rtl/>
        </w:rPr>
        <w:t xml:space="preserve"> ، 2010 ، قسم العلوم التربوية والنفسية ، كلية التربية الأصمعي ، جامعة ديالى . </w:t>
      </w:r>
    </w:p>
    <w:p w:rsidR="005E2322" w:rsidRDefault="005E2322" w:rsidP="00BB6058">
      <w:pPr>
        <w:jc w:val="lowKashida"/>
        <w:rPr>
          <w:sz w:val="32"/>
          <w:szCs w:val="32"/>
        </w:rPr>
      </w:pPr>
    </w:p>
    <w:p w:rsidR="005E2322" w:rsidRDefault="005E2322" w:rsidP="00AD2288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>النيسابوري،</w:t>
      </w:r>
      <w:r w:rsidRPr="007572DD">
        <w:rPr>
          <w:sz w:val="32"/>
          <w:szCs w:val="32"/>
          <w:rtl/>
        </w:rPr>
        <w:t>أبي الحسن مسلم بن الحجاج بن مسلم ،</w:t>
      </w:r>
      <w:r w:rsidRPr="007572DD">
        <w:rPr>
          <w:b/>
          <w:bCs/>
          <w:sz w:val="32"/>
          <w:szCs w:val="32"/>
          <w:rtl/>
        </w:rPr>
        <w:t>صحيح مسلم</w:t>
      </w:r>
      <w:r>
        <w:rPr>
          <w:sz w:val="32"/>
          <w:szCs w:val="32"/>
          <w:rtl/>
        </w:rPr>
        <w:t>، 261هـ،</w:t>
      </w:r>
      <w:r w:rsidRPr="007572DD">
        <w:rPr>
          <w:sz w:val="32"/>
          <w:szCs w:val="32"/>
          <w:rtl/>
        </w:rPr>
        <w:t xml:space="preserve"> دار الغد الجديد ، القاهرة .</w:t>
      </w:r>
    </w:p>
    <w:p w:rsidR="005E2322" w:rsidRPr="00445C2A" w:rsidRDefault="005E2322" w:rsidP="00445C2A">
      <w:pPr>
        <w:jc w:val="lowKashida"/>
        <w:rPr>
          <w:sz w:val="32"/>
          <w:szCs w:val="32"/>
        </w:rPr>
      </w:pPr>
    </w:p>
    <w:p w:rsidR="005E2322" w:rsidRDefault="005E2322" w:rsidP="00D9463F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الهادي،بشير حسن،المناعي،شيخه إبراهيم،2007،</w:t>
      </w:r>
      <w:r w:rsidRPr="004F3C6F">
        <w:rPr>
          <w:b/>
          <w:bCs/>
          <w:sz w:val="32"/>
          <w:szCs w:val="32"/>
          <w:rtl/>
        </w:rPr>
        <w:t>التعلم التعاوني</w:t>
      </w:r>
      <w:r w:rsidRPr="004F3C6F">
        <w:rPr>
          <w:sz w:val="32"/>
          <w:szCs w:val="32"/>
          <w:rtl/>
        </w:rPr>
        <w:t xml:space="preserve">،  شبكة الانترنيت. </w:t>
      </w:r>
    </w:p>
    <w:p w:rsidR="005E2322" w:rsidRPr="00445C2A" w:rsidRDefault="005E2322" w:rsidP="009619FB">
      <w:pPr>
        <w:jc w:val="lowKashida"/>
      </w:pPr>
    </w:p>
    <w:p w:rsidR="005E2322" w:rsidRPr="00D9463F" w:rsidRDefault="005E2322" w:rsidP="00D9463F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الهويدي ، زيد ،2005 ،</w:t>
      </w:r>
      <w:r w:rsidRPr="004F3C6F">
        <w:rPr>
          <w:b/>
          <w:bCs/>
          <w:sz w:val="32"/>
          <w:szCs w:val="32"/>
          <w:rtl/>
        </w:rPr>
        <w:t>الأساليب الحديثة في تدريس العلوم</w:t>
      </w:r>
      <w:r w:rsidRPr="004F3C6F">
        <w:rPr>
          <w:sz w:val="32"/>
          <w:szCs w:val="32"/>
          <w:rtl/>
        </w:rPr>
        <w:t xml:space="preserve"> ، ط1، دار الكتاب الجامعي ، العين . </w:t>
      </w:r>
    </w:p>
    <w:p w:rsidR="005E2322" w:rsidRDefault="005E2322" w:rsidP="00F82EAC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rFonts w:cs="Simplified Arabic"/>
          <w:sz w:val="32"/>
          <w:szCs w:val="32"/>
          <w:rtl/>
        </w:rPr>
        <w:t>هيكل ، محمد حسنين ،1984</w:t>
      </w:r>
      <w:r>
        <w:rPr>
          <w:rFonts w:cs="Simplified Arabic"/>
          <w:b/>
          <w:bCs/>
          <w:sz w:val="32"/>
          <w:szCs w:val="32"/>
          <w:rtl/>
        </w:rPr>
        <w:t xml:space="preserve"> ، </w:t>
      </w:r>
      <w:r w:rsidRPr="00107B5C">
        <w:rPr>
          <w:rFonts w:cs="Simplified Arabic"/>
          <w:b/>
          <w:bCs/>
          <w:sz w:val="32"/>
          <w:szCs w:val="32"/>
          <w:rtl/>
        </w:rPr>
        <w:t>خريف الغضب</w:t>
      </w:r>
      <w:r>
        <w:rPr>
          <w:rFonts w:cs="Simplified Arabic"/>
          <w:sz w:val="32"/>
          <w:szCs w:val="32"/>
          <w:rtl/>
        </w:rPr>
        <w:t xml:space="preserve"> ، ط8 ، بيروت.</w:t>
      </w:r>
    </w:p>
    <w:p w:rsidR="005E2322" w:rsidRPr="00445C2A" w:rsidRDefault="005E2322" w:rsidP="001B156B">
      <w:pPr>
        <w:ind w:left="26"/>
        <w:jc w:val="lowKashida"/>
        <w:rPr>
          <w:sz w:val="32"/>
          <w:szCs w:val="32"/>
        </w:rPr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  <w:rPr>
          <w:sz w:val="32"/>
          <w:szCs w:val="32"/>
        </w:rPr>
      </w:pPr>
      <w:r>
        <w:rPr>
          <w:sz w:val="32"/>
          <w:szCs w:val="32"/>
          <w:rtl/>
        </w:rPr>
        <w:t xml:space="preserve">وزارة التربية ،1987، </w:t>
      </w:r>
      <w:r w:rsidRPr="003D6423">
        <w:rPr>
          <w:b/>
          <w:bCs/>
          <w:sz w:val="32"/>
          <w:szCs w:val="32"/>
          <w:rtl/>
        </w:rPr>
        <w:t>نظام المدارس الثانوية</w:t>
      </w:r>
      <w:r>
        <w:rPr>
          <w:sz w:val="32"/>
          <w:szCs w:val="32"/>
          <w:rtl/>
        </w:rPr>
        <w:t xml:space="preserve"> ، رقم (2) مجلة التوثيق التربوي، العدد(8) ، مطبعة وزارة التربية ، بغداد . </w:t>
      </w:r>
    </w:p>
    <w:p w:rsidR="005E2322" w:rsidRPr="00445C2A" w:rsidRDefault="005E2322" w:rsidP="009619FB">
      <w:pPr>
        <w:jc w:val="lowKashida"/>
        <w:rPr>
          <w:sz w:val="32"/>
          <w:szCs w:val="32"/>
          <w:rtl/>
        </w:rPr>
      </w:pPr>
    </w:p>
    <w:p w:rsidR="005E2322" w:rsidRPr="009619FB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وصفي ، وجيه سعيد،1998، </w:t>
      </w:r>
      <w:r w:rsidRPr="004F3C6F">
        <w:rPr>
          <w:b/>
          <w:bCs/>
          <w:sz w:val="32"/>
          <w:szCs w:val="32"/>
          <w:rtl/>
        </w:rPr>
        <w:t>أثر أنموذجين من نماذج التعلم التعاوني على تحصيل طلبة الصف التاسع في الرياضيات في محافظة طولكم واتجاهاتهم نحوها</w:t>
      </w:r>
      <w:r w:rsidRPr="004F3C6F">
        <w:rPr>
          <w:sz w:val="32"/>
          <w:szCs w:val="32"/>
          <w:rtl/>
        </w:rPr>
        <w:t xml:space="preserve">  جامعة القدس المفتوحة ، نابلس ، فلسطين ( رسالة ماجستير غير منشورة ) . </w:t>
      </w:r>
    </w:p>
    <w:p w:rsidR="005E2322" w:rsidRPr="00900F51" w:rsidRDefault="005E2322" w:rsidP="009619FB">
      <w:pPr>
        <w:jc w:val="lowKashida"/>
      </w:pPr>
    </w:p>
    <w:p w:rsidR="005E2322" w:rsidRDefault="005E2322" w:rsidP="00900F51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 xml:space="preserve"> الوقفي ،راضي ،وآخرون ،1996 ، </w:t>
      </w:r>
      <w:r w:rsidRPr="004F3C6F">
        <w:rPr>
          <w:b/>
          <w:bCs/>
          <w:sz w:val="32"/>
          <w:szCs w:val="32"/>
          <w:rtl/>
        </w:rPr>
        <w:t>مفاهيم في التربية (مختارات معربة )</w:t>
      </w:r>
      <w:r w:rsidRPr="004F3C6F">
        <w:rPr>
          <w:sz w:val="32"/>
          <w:szCs w:val="32"/>
          <w:rtl/>
        </w:rPr>
        <w:t xml:space="preserve"> كلية الأميرة ثروت ، المركز الوطني لصعوبات التعلم ، عمان . </w:t>
      </w:r>
    </w:p>
    <w:p w:rsidR="005E2322" w:rsidRPr="00900F51" w:rsidRDefault="005E2322" w:rsidP="009619FB">
      <w:pPr>
        <w:jc w:val="lowKashida"/>
      </w:pPr>
    </w:p>
    <w:p w:rsidR="005E2322" w:rsidRPr="00F84396" w:rsidRDefault="005E2322" w:rsidP="00F84396">
      <w:pPr>
        <w:numPr>
          <w:ilvl w:val="0"/>
          <w:numId w:val="1"/>
        </w:numPr>
        <w:tabs>
          <w:tab w:val="clear" w:pos="720"/>
          <w:tab w:val="num" w:pos="26"/>
        </w:tabs>
        <w:ind w:left="386"/>
        <w:jc w:val="lowKashida"/>
      </w:pPr>
      <w:r w:rsidRPr="004F3C6F">
        <w:rPr>
          <w:sz w:val="32"/>
          <w:szCs w:val="32"/>
          <w:rtl/>
        </w:rPr>
        <w:t>الياسري،</w:t>
      </w:r>
      <w:r>
        <w:rPr>
          <w:sz w:val="32"/>
          <w:szCs w:val="32"/>
          <w:rtl/>
        </w:rPr>
        <w:t xml:space="preserve"> </w:t>
      </w:r>
      <w:r w:rsidRPr="004F3C6F">
        <w:rPr>
          <w:sz w:val="32"/>
          <w:szCs w:val="32"/>
          <w:rtl/>
        </w:rPr>
        <w:t xml:space="preserve">محمد جاسم، ومروان عبد المجيد إبراهيم،2001، </w:t>
      </w:r>
      <w:r w:rsidRPr="004F3C6F">
        <w:rPr>
          <w:b/>
          <w:bCs/>
          <w:sz w:val="32"/>
          <w:szCs w:val="32"/>
          <w:rtl/>
        </w:rPr>
        <w:t>الأساليب الإحصائية في مجالات البحوث التربوية</w:t>
      </w:r>
      <w:r w:rsidRPr="004F3C6F">
        <w:rPr>
          <w:sz w:val="32"/>
          <w:szCs w:val="32"/>
          <w:rtl/>
        </w:rPr>
        <w:t xml:space="preserve"> ، مؤسسة الوراق للنشر والتوزيع      عمان ، الأردن . </w:t>
      </w:r>
    </w:p>
    <w:p w:rsidR="005E2322" w:rsidRPr="004F3C6F" w:rsidRDefault="005E2322" w:rsidP="00C75F40">
      <w:pPr>
        <w:ind w:left="26"/>
        <w:jc w:val="lowKashida"/>
        <w:rPr>
          <w:rtl/>
        </w:rPr>
      </w:pPr>
    </w:p>
    <w:p w:rsidR="005E2322" w:rsidRDefault="005E2322" w:rsidP="0068282E">
      <w:pPr>
        <w:jc w:val="lowKashida"/>
        <w:rPr>
          <w:b/>
          <w:bCs/>
          <w:sz w:val="40"/>
          <w:szCs w:val="40"/>
          <w:rtl/>
        </w:rPr>
      </w:pPr>
    </w:p>
    <w:p w:rsidR="005E2322" w:rsidRDefault="005E2322" w:rsidP="0068282E">
      <w:pPr>
        <w:jc w:val="lowKashida"/>
        <w:rPr>
          <w:b/>
          <w:bCs/>
          <w:sz w:val="40"/>
          <w:szCs w:val="40"/>
          <w:rtl/>
        </w:rPr>
      </w:pPr>
      <w:r w:rsidRPr="00946AEA">
        <w:rPr>
          <w:b/>
          <w:bCs/>
          <w:sz w:val="40"/>
          <w:szCs w:val="40"/>
          <w:rtl/>
        </w:rPr>
        <w:t>ثانياً المصادر الأجنبية :</w:t>
      </w:r>
      <w:r w:rsidRPr="00946AEA">
        <w:rPr>
          <w:b/>
          <w:bCs/>
          <w:sz w:val="40"/>
          <w:szCs w:val="40"/>
          <w:rtl/>
          <w:lang w:bidi="ar-SA"/>
        </w:rPr>
        <w:t xml:space="preserve"> </w:t>
      </w:r>
    </w:p>
    <w:p w:rsidR="005E2322" w:rsidRPr="0068282E" w:rsidRDefault="005E2322" w:rsidP="0068282E">
      <w:pPr>
        <w:jc w:val="lowKashida"/>
        <w:rPr>
          <w:b/>
          <w:bCs/>
          <w:sz w:val="40"/>
          <w:szCs w:val="40"/>
          <w:rtl/>
        </w:rPr>
      </w:pPr>
    </w:p>
    <w:p w:rsidR="005E2322" w:rsidRPr="00C264A4" w:rsidRDefault="005E2322" w:rsidP="00486D14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360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>Armstrong, a, The effect of two instructional inquiry strategies on critical thinking and achievement in eighth grate social student diss.-abs., int. vol. 31, No. 4. 1970.</w:t>
      </w:r>
    </w:p>
    <w:p w:rsidR="005E2322" w:rsidRDefault="005E2322" w:rsidP="0068282E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228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>Bloom , B.S , Hastings , J. tal , And Madaus G.F , Hand book on , formative And summative Evaluation Student Learning , New York –McGraw Hin , 1971 .</w:t>
      </w:r>
    </w:p>
    <w:p w:rsidR="005E2322" w:rsidRPr="00C264A4" w:rsidRDefault="005E2322" w:rsidP="00486D14">
      <w:pPr>
        <w:bidi w:val="0"/>
        <w:spacing w:line="228" w:lineRule="auto"/>
        <w:jc w:val="lowKashida"/>
        <w:rPr>
          <w:sz w:val="32"/>
          <w:szCs w:val="32"/>
        </w:rPr>
      </w:pPr>
    </w:p>
    <w:p w:rsidR="005E2322" w:rsidRDefault="005E2322" w:rsidP="0068282E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228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>Doriy. Yeroslavski O. (The  effect  of  teaching  the  sell  topic  using  the  gsaw  methodon  students  Achievement  and  learning  activing ) sanfrancisco  California  U.S.A . 1993</w:t>
      </w:r>
    </w:p>
    <w:p w:rsidR="005E2322" w:rsidRPr="00C264A4" w:rsidRDefault="005E2322" w:rsidP="00486D14">
      <w:pPr>
        <w:bidi w:val="0"/>
        <w:spacing w:line="228" w:lineRule="auto"/>
        <w:jc w:val="lowKashida"/>
        <w:rPr>
          <w:sz w:val="32"/>
          <w:szCs w:val="32"/>
        </w:rPr>
      </w:pPr>
    </w:p>
    <w:p w:rsidR="005E2322" w:rsidRPr="00C264A4" w:rsidRDefault="005E2322" w:rsidP="00446B95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360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>EbeL , R.L , Essentials of Educational Measurement      nd . ed, New  Jersey : Prentice-Hall, 1972 .</w:t>
      </w:r>
    </w:p>
    <w:p w:rsidR="005E2322" w:rsidRPr="00C264A4" w:rsidRDefault="005E2322" w:rsidP="00446B95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360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 xml:space="preserve">Hedge , W.D , Testing and Evaluation for the science , Clifotia , Words California , Worth , 1966 </w:t>
      </w:r>
    </w:p>
    <w:p w:rsidR="005E2322" w:rsidRPr="00C264A4" w:rsidRDefault="005E2322" w:rsidP="002D59B0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360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>Slavin and Karweit, N. Cognitive and effective outcomes of intensive student education journal of experimental education. Vol. 50. No. (1). 1981.</w:t>
      </w:r>
    </w:p>
    <w:p w:rsidR="005E2322" w:rsidRPr="00C264A4" w:rsidRDefault="005E2322" w:rsidP="002D59B0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360" w:lineRule="auto"/>
        <w:ind w:left="0" w:firstLine="0"/>
        <w:jc w:val="lowKashida"/>
        <w:rPr>
          <w:sz w:val="32"/>
          <w:szCs w:val="32"/>
          <w:rtl/>
        </w:rPr>
      </w:pPr>
      <w:r w:rsidRPr="00C264A4">
        <w:rPr>
          <w:sz w:val="32"/>
          <w:szCs w:val="32"/>
        </w:rPr>
        <w:t>. Morris , W , The  Americ a Hevgtage  Dictionary  of  The  English  Language  U . S . A, Houghon  Miffing 1980 .</w:t>
      </w:r>
    </w:p>
    <w:p w:rsidR="005E2322" w:rsidRDefault="005E2322" w:rsidP="002D59B0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360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>Steven  and  Other   ( cooperative  learning of  student  Achievment  Educational  leddership ), Elementary  school  Jourinl  vol(96) No:3Mar . 1988.</w:t>
      </w:r>
    </w:p>
    <w:p w:rsidR="005E2322" w:rsidRPr="00C264A4" w:rsidRDefault="005E2322" w:rsidP="00600203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360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>Seaml , D. Testing and measurement in the classroom Boosting Houghton , 1975 .</w:t>
      </w:r>
    </w:p>
    <w:p w:rsidR="005E2322" w:rsidRPr="00C264A4" w:rsidRDefault="005E2322" w:rsidP="00600203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360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>Sand, Robert. B. Behavioral objectives and evaluation measures science mathematics. Ohio-Mirril, 1972.</w:t>
      </w:r>
    </w:p>
    <w:p w:rsidR="005E2322" w:rsidRPr="00C264A4" w:rsidRDefault="005E2322" w:rsidP="00600203">
      <w:pPr>
        <w:numPr>
          <w:ilvl w:val="0"/>
          <w:numId w:val="1"/>
        </w:numPr>
        <w:tabs>
          <w:tab w:val="clear" w:pos="720"/>
          <w:tab w:val="num" w:pos="0"/>
        </w:tabs>
        <w:bidi w:val="0"/>
        <w:spacing w:line="360" w:lineRule="auto"/>
        <w:ind w:left="0" w:firstLine="0"/>
        <w:jc w:val="lowKashida"/>
        <w:rPr>
          <w:sz w:val="32"/>
          <w:szCs w:val="32"/>
        </w:rPr>
      </w:pPr>
      <w:r w:rsidRPr="00C264A4">
        <w:rPr>
          <w:sz w:val="32"/>
          <w:szCs w:val="32"/>
        </w:rPr>
        <w:t xml:space="preserve">Wedman, Jufy M. , et. al. The effect of Jigsaw teams on preservice teacher’s knowledge of reading and concerns about group learning in reading methods course. Reading Improvement. Vol. 33. No. 2. Pill 23, 1996. </w:t>
      </w:r>
    </w:p>
    <w:p w:rsidR="005E2322" w:rsidRPr="00C264A4" w:rsidRDefault="005E2322">
      <w:pPr>
        <w:rPr>
          <w:sz w:val="32"/>
          <w:szCs w:val="32"/>
          <w:rtl/>
        </w:rPr>
      </w:pPr>
    </w:p>
    <w:p w:rsidR="005E2322" w:rsidRPr="00C264A4" w:rsidRDefault="005E2322">
      <w:pPr>
        <w:rPr>
          <w:sz w:val="32"/>
          <w:szCs w:val="32"/>
        </w:rPr>
      </w:pPr>
    </w:p>
    <w:sectPr w:rsidR="005E2322" w:rsidRPr="00C264A4" w:rsidSect="00E036D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800" w:bottom="1260" w:left="1620" w:header="708" w:footer="708" w:gutter="0"/>
      <w:pgNumType w:start="96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322" w:rsidRDefault="005E2322" w:rsidP="00824672">
      <w:r>
        <w:separator/>
      </w:r>
    </w:p>
  </w:endnote>
  <w:endnote w:type="continuationSeparator" w:id="1">
    <w:p w:rsidR="005E2322" w:rsidRDefault="005E2322" w:rsidP="00824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22" w:rsidRDefault="005E2322" w:rsidP="00CF5F6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2322" w:rsidRDefault="005E23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22" w:rsidRPr="00CF5F67" w:rsidRDefault="005E2322" w:rsidP="00CF4DD3">
    <w:pPr>
      <w:pStyle w:val="Footer"/>
      <w:rPr>
        <w:rStyle w:val="PageNumber"/>
        <w:rFonts w:ascii="Simplified Arabic" w:hAnsi="Simplified Arabic" w:cs="Simplified Arabic"/>
        <w:sz w:val="28"/>
        <w:szCs w:val="28"/>
      </w:rPr>
    </w:pPr>
    <w:r w:rsidRPr="00CF5F67">
      <w:rPr>
        <w:rFonts w:ascii="Simplified Arabic" w:hAnsi="Simplified Arabic" w:cs="Simplified Arabic"/>
        <w:sz w:val="28"/>
        <w:szCs w:val="28"/>
        <w:rtl/>
      </w:rPr>
      <w:t xml:space="preserve">                              </w:t>
    </w:r>
    <w:r>
      <w:rPr>
        <w:rFonts w:ascii="Simplified Arabic" w:hAnsi="Simplified Arabic" w:cs="Simplified Arabic"/>
        <w:sz w:val="28"/>
        <w:szCs w:val="28"/>
        <w:rtl/>
      </w:rPr>
      <w:t xml:space="preserve">         </w:t>
    </w:r>
    <w:r w:rsidRPr="00CF5F67">
      <w:rPr>
        <w:rFonts w:ascii="Simplified Arabic" w:hAnsi="Simplified Arabic" w:cs="Simplified Arabic"/>
        <w:sz w:val="28"/>
        <w:szCs w:val="28"/>
        <w:rtl/>
      </w:rPr>
      <w:t xml:space="preserve">  </w:t>
    </w:r>
  </w:p>
  <w:p w:rsidR="005E2322" w:rsidRPr="00CF5F67" w:rsidRDefault="005E2322" w:rsidP="00CF5F67">
    <w:pPr>
      <w:pStyle w:val="Footer"/>
      <w:rPr>
        <w:sz w:val="28"/>
        <w:szCs w:val="28"/>
      </w:rPr>
    </w:pPr>
    <w:r w:rsidRPr="00CF5F67">
      <w:rPr>
        <w:sz w:val="28"/>
        <w:szCs w:val="28"/>
        <w:rtl/>
      </w:rPr>
      <w:t xml:space="preserve">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322" w:rsidRDefault="005E2322" w:rsidP="00824672">
      <w:r>
        <w:separator/>
      </w:r>
    </w:p>
  </w:footnote>
  <w:footnote w:type="continuationSeparator" w:id="1">
    <w:p w:rsidR="005E2322" w:rsidRDefault="005E2322" w:rsidP="00824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22" w:rsidRDefault="005E2322" w:rsidP="009D6EB6">
    <w:pPr>
      <w:pStyle w:val="Head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2322" w:rsidRDefault="005E2322" w:rsidP="005D69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322" w:rsidRPr="005D6925" w:rsidRDefault="005E2322" w:rsidP="007E6E7F">
    <w:pPr>
      <w:pStyle w:val="Header"/>
      <w:framePr w:wrap="around" w:vAnchor="text" w:hAnchor="text" w:y="193"/>
      <w:shd w:val="clear" w:color="auto" w:fill="FFFFFF"/>
      <w:rPr>
        <w:rStyle w:val="PageNumber"/>
        <w:sz w:val="32"/>
        <w:szCs w:val="32"/>
      </w:rPr>
    </w:pPr>
    <w:r w:rsidRPr="005D6925">
      <w:rPr>
        <w:rStyle w:val="PageNumber"/>
        <w:sz w:val="32"/>
        <w:szCs w:val="32"/>
      </w:rPr>
      <w:fldChar w:fldCharType="begin"/>
    </w:r>
    <w:r w:rsidRPr="005D6925">
      <w:rPr>
        <w:rStyle w:val="PageNumber"/>
        <w:sz w:val="32"/>
        <w:szCs w:val="32"/>
      </w:rPr>
      <w:instrText xml:space="preserve">PAGE  </w:instrText>
    </w:r>
    <w:r w:rsidRPr="005D6925">
      <w:rPr>
        <w:rStyle w:val="PageNumber"/>
        <w:sz w:val="32"/>
        <w:szCs w:val="32"/>
      </w:rPr>
      <w:fldChar w:fldCharType="separate"/>
    </w:r>
    <w:r>
      <w:rPr>
        <w:rStyle w:val="PageNumber"/>
        <w:noProof/>
        <w:sz w:val="32"/>
        <w:szCs w:val="32"/>
        <w:rtl/>
      </w:rPr>
      <w:t>98</w:t>
    </w:r>
    <w:r w:rsidRPr="005D6925">
      <w:rPr>
        <w:rStyle w:val="PageNumber"/>
        <w:sz w:val="32"/>
        <w:szCs w:val="32"/>
      </w:rPr>
      <w:fldChar w:fldCharType="end"/>
    </w:r>
  </w:p>
  <w:p w:rsidR="005E2322" w:rsidRDefault="005E2322" w:rsidP="005D6925">
    <w:pPr>
      <w:pStyle w:val="Header"/>
      <w:ind w:right="360"/>
      <w:jc w:val="lowKashida"/>
      <w:rPr>
        <w:rFonts w:cs="Simplified Arabic"/>
        <w:b/>
        <w:bCs/>
        <w:sz w:val="32"/>
        <w:szCs w:val="32"/>
        <w:rtl/>
      </w:rPr>
    </w:pPr>
    <w:r>
      <w:rPr>
        <w:noProof/>
        <w:lang w:bidi="ar-SA"/>
      </w:rPr>
      <w:pict>
        <v:line id="_x0000_s2049" style="position:absolute;left:0;text-align:left;flip:x;z-index:251660288" from="-4.5pt,27.6pt" to="418.5pt,27.6pt" strokeweight="6pt">
          <v:stroke linestyle="thickBetweenThin"/>
          <w10:wrap anchorx="page"/>
        </v:line>
      </w:pict>
    </w:r>
    <w:r>
      <w:rPr>
        <w:rFonts w:cs="Simplified Arabic"/>
        <w:b/>
        <w:bCs/>
        <w:sz w:val="32"/>
        <w:szCs w:val="32"/>
        <w:rtl/>
      </w:rPr>
      <w:t xml:space="preserve">المصادر ......................................................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22E84"/>
    <w:multiLevelType w:val="hybridMultilevel"/>
    <w:tmpl w:val="008E8722"/>
    <w:lvl w:ilvl="0" w:tplc="94D2A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27D00E4"/>
    <w:multiLevelType w:val="hybridMultilevel"/>
    <w:tmpl w:val="03FAF488"/>
    <w:lvl w:ilvl="0" w:tplc="CA8290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implified Arabic" w:hAnsi="Simplified Arabic" w:cs="Simplified Arabic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C07DAB"/>
    <w:multiLevelType w:val="hybridMultilevel"/>
    <w:tmpl w:val="98382F9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B781201"/>
    <w:multiLevelType w:val="hybridMultilevel"/>
    <w:tmpl w:val="0B6478DC"/>
    <w:lvl w:ilvl="0" w:tplc="0409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3D24E1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F40"/>
    <w:rsid w:val="0000537C"/>
    <w:rsid w:val="00024FB1"/>
    <w:rsid w:val="00031CAA"/>
    <w:rsid w:val="000369A9"/>
    <w:rsid w:val="0006763E"/>
    <w:rsid w:val="00074F09"/>
    <w:rsid w:val="000764F8"/>
    <w:rsid w:val="00093285"/>
    <w:rsid w:val="000A1488"/>
    <w:rsid w:val="000A21E7"/>
    <w:rsid w:val="000A64B5"/>
    <w:rsid w:val="000C02E0"/>
    <w:rsid w:val="000D368D"/>
    <w:rsid w:val="000D3F0F"/>
    <w:rsid w:val="000E5298"/>
    <w:rsid w:val="00107B5C"/>
    <w:rsid w:val="0011547E"/>
    <w:rsid w:val="00120E0F"/>
    <w:rsid w:val="00131E3D"/>
    <w:rsid w:val="0015228E"/>
    <w:rsid w:val="001535BA"/>
    <w:rsid w:val="00162445"/>
    <w:rsid w:val="00171C29"/>
    <w:rsid w:val="00174A27"/>
    <w:rsid w:val="00176CEA"/>
    <w:rsid w:val="00177D3B"/>
    <w:rsid w:val="00190B66"/>
    <w:rsid w:val="001B088D"/>
    <w:rsid w:val="001B156B"/>
    <w:rsid w:val="001C1049"/>
    <w:rsid w:val="001C3799"/>
    <w:rsid w:val="001D18F7"/>
    <w:rsid w:val="001E1D26"/>
    <w:rsid w:val="00201CF7"/>
    <w:rsid w:val="0020678A"/>
    <w:rsid w:val="002101B9"/>
    <w:rsid w:val="00222686"/>
    <w:rsid w:val="00225F2A"/>
    <w:rsid w:val="00231950"/>
    <w:rsid w:val="002405F9"/>
    <w:rsid w:val="00242043"/>
    <w:rsid w:val="002420A3"/>
    <w:rsid w:val="00244131"/>
    <w:rsid w:val="00251BBD"/>
    <w:rsid w:val="00260D23"/>
    <w:rsid w:val="002616C5"/>
    <w:rsid w:val="00290823"/>
    <w:rsid w:val="002B015C"/>
    <w:rsid w:val="002B46AC"/>
    <w:rsid w:val="002C08B7"/>
    <w:rsid w:val="002D3C32"/>
    <w:rsid w:val="002D59B0"/>
    <w:rsid w:val="002D7C46"/>
    <w:rsid w:val="002E77D7"/>
    <w:rsid w:val="002F546C"/>
    <w:rsid w:val="002F652E"/>
    <w:rsid w:val="003172D8"/>
    <w:rsid w:val="00324058"/>
    <w:rsid w:val="00345786"/>
    <w:rsid w:val="00345FD2"/>
    <w:rsid w:val="00354A5A"/>
    <w:rsid w:val="0037515B"/>
    <w:rsid w:val="00393BB8"/>
    <w:rsid w:val="003977F0"/>
    <w:rsid w:val="003A34A7"/>
    <w:rsid w:val="003B47E0"/>
    <w:rsid w:val="003C3686"/>
    <w:rsid w:val="003D3810"/>
    <w:rsid w:val="003D6423"/>
    <w:rsid w:val="003E6551"/>
    <w:rsid w:val="003F76B1"/>
    <w:rsid w:val="004107A3"/>
    <w:rsid w:val="004121EA"/>
    <w:rsid w:val="00417CDB"/>
    <w:rsid w:val="00421C00"/>
    <w:rsid w:val="004229F4"/>
    <w:rsid w:val="0042542A"/>
    <w:rsid w:val="004258E3"/>
    <w:rsid w:val="00427600"/>
    <w:rsid w:val="004379D6"/>
    <w:rsid w:val="00440792"/>
    <w:rsid w:val="004429E0"/>
    <w:rsid w:val="004433DD"/>
    <w:rsid w:val="00445C2A"/>
    <w:rsid w:val="00446B95"/>
    <w:rsid w:val="004538AC"/>
    <w:rsid w:val="00465803"/>
    <w:rsid w:val="00473618"/>
    <w:rsid w:val="00473EA8"/>
    <w:rsid w:val="0047591B"/>
    <w:rsid w:val="00486D14"/>
    <w:rsid w:val="00496EF5"/>
    <w:rsid w:val="004A26C4"/>
    <w:rsid w:val="004A618F"/>
    <w:rsid w:val="004B11F2"/>
    <w:rsid w:val="004B491F"/>
    <w:rsid w:val="004B5056"/>
    <w:rsid w:val="004E1FE6"/>
    <w:rsid w:val="004F28BB"/>
    <w:rsid w:val="004F2D78"/>
    <w:rsid w:val="004F3C6F"/>
    <w:rsid w:val="005208A9"/>
    <w:rsid w:val="00536509"/>
    <w:rsid w:val="00554EF4"/>
    <w:rsid w:val="00556F72"/>
    <w:rsid w:val="0057303C"/>
    <w:rsid w:val="00576966"/>
    <w:rsid w:val="00593EB2"/>
    <w:rsid w:val="0059439F"/>
    <w:rsid w:val="005A3856"/>
    <w:rsid w:val="005B110C"/>
    <w:rsid w:val="005B118A"/>
    <w:rsid w:val="005B7655"/>
    <w:rsid w:val="005B7681"/>
    <w:rsid w:val="005D0FFE"/>
    <w:rsid w:val="005D3788"/>
    <w:rsid w:val="005D3950"/>
    <w:rsid w:val="005D6925"/>
    <w:rsid w:val="005E2322"/>
    <w:rsid w:val="005E7319"/>
    <w:rsid w:val="005F4EA3"/>
    <w:rsid w:val="005F5E38"/>
    <w:rsid w:val="005F7D33"/>
    <w:rsid w:val="00600203"/>
    <w:rsid w:val="006268D8"/>
    <w:rsid w:val="00627FA4"/>
    <w:rsid w:val="00630842"/>
    <w:rsid w:val="00632F84"/>
    <w:rsid w:val="00641019"/>
    <w:rsid w:val="00641295"/>
    <w:rsid w:val="0064473B"/>
    <w:rsid w:val="00644D40"/>
    <w:rsid w:val="006472DB"/>
    <w:rsid w:val="00653BE3"/>
    <w:rsid w:val="0067207C"/>
    <w:rsid w:val="00672EC1"/>
    <w:rsid w:val="006822C5"/>
    <w:rsid w:val="0068282E"/>
    <w:rsid w:val="0069161A"/>
    <w:rsid w:val="006957C1"/>
    <w:rsid w:val="006A4FC5"/>
    <w:rsid w:val="006B0847"/>
    <w:rsid w:val="006B3934"/>
    <w:rsid w:val="006B5962"/>
    <w:rsid w:val="006E594A"/>
    <w:rsid w:val="00705124"/>
    <w:rsid w:val="007270AD"/>
    <w:rsid w:val="00730A04"/>
    <w:rsid w:val="00731804"/>
    <w:rsid w:val="00734FBD"/>
    <w:rsid w:val="007572DD"/>
    <w:rsid w:val="00761CCA"/>
    <w:rsid w:val="0076343F"/>
    <w:rsid w:val="007653F9"/>
    <w:rsid w:val="00765EB7"/>
    <w:rsid w:val="0077162C"/>
    <w:rsid w:val="007772A7"/>
    <w:rsid w:val="007772CE"/>
    <w:rsid w:val="007810AC"/>
    <w:rsid w:val="00790C47"/>
    <w:rsid w:val="007A1013"/>
    <w:rsid w:val="007A21ED"/>
    <w:rsid w:val="007A3960"/>
    <w:rsid w:val="007D3F74"/>
    <w:rsid w:val="007E182A"/>
    <w:rsid w:val="007E27CE"/>
    <w:rsid w:val="007E6E7F"/>
    <w:rsid w:val="007F21BD"/>
    <w:rsid w:val="007F7222"/>
    <w:rsid w:val="00810649"/>
    <w:rsid w:val="00824672"/>
    <w:rsid w:val="00827D9B"/>
    <w:rsid w:val="00834D04"/>
    <w:rsid w:val="008406F6"/>
    <w:rsid w:val="00841C4D"/>
    <w:rsid w:val="008448E0"/>
    <w:rsid w:val="00866F59"/>
    <w:rsid w:val="00870FA5"/>
    <w:rsid w:val="008717F6"/>
    <w:rsid w:val="008733F9"/>
    <w:rsid w:val="00874678"/>
    <w:rsid w:val="008850A8"/>
    <w:rsid w:val="008962AE"/>
    <w:rsid w:val="008A3F99"/>
    <w:rsid w:val="008A4B25"/>
    <w:rsid w:val="008B3F18"/>
    <w:rsid w:val="008E75D8"/>
    <w:rsid w:val="00900F51"/>
    <w:rsid w:val="009063E5"/>
    <w:rsid w:val="0090662F"/>
    <w:rsid w:val="00922680"/>
    <w:rsid w:val="00923CC5"/>
    <w:rsid w:val="00930C75"/>
    <w:rsid w:val="00934A11"/>
    <w:rsid w:val="00936962"/>
    <w:rsid w:val="00946AEA"/>
    <w:rsid w:val="009574E4"/>
    <w:rsid w:val="00960337"/>
    <w:rsid w:val="009619FB"/>
    <w:rsid w:val="0096450E"/>
    <w:rsid w:val="00967EC1"/>
    <w:rsid w:val="00973408"/>
    <w:rsid w:val="00977A09"/>
    <w:rsid w:val="00993A08"/>
    <w:rsid w:val="009A5C95"/>
    <w:rsid w:val="009B0DA6"/>
    <w:rsid w:val="009C3150"/>
    <w:rsid w:val="009C6BAA"/>
    <w:rsid w:val="009D2A2D"/>
    <w:rsid w:val="009D6C6A"/>
    <w:rsid w:val="009D6EB6"/>
    <w:rsid w:val="009F20B9"/>
    <w:rsid w:val="009F73B2"/>
    <w:rsid w:val="009F7E54"/>
    <w:rsid w:val="00A133E6"/>
    <w:rsid w:val="00A44582"/>
    <w:rsid w:val="00A51B7A"/>
    <w:rsid w:val="00A77A29"/>
    <w:rsid w:val="00A83408"/>
    <w:rsid w:val="00A95921"/>
    <w:rsid w:val="00AB0DC7"/>
    <w:rsid w:val="00AB2EED"/>
    <w:rsid w:val="00AB345E"/>
    <w:rsid w:val="00AC4C33"/>
    <w:rsid w:val="00AD2288"/>
    <w:rsid w:val="00AD4EA5"/>
    <w:rsid w:val="00AD5165"/>
    <w:rsid w:val="00B01E80"/>
    <w:rsid w:val="00B06078"/>
    <w:rsid w:val="00B07E99"/>
    <w:rsid w:val="00B13F8D"/>
    <w:rsid w:val="00B22CD0"/>
    <w:rsid w:val="00B26DE0"/>
    <w:rsid w:val="00B30F45"/>
    <w:rsid w:val="00B42BA2"/>
    <w:rsid w:val="00B608D6"/>
    <w:rsid w:val="00B9717D"/>
    <w:rsid w:val="00BB6058"/>
    <w:rsid w:val="00BE40C4"/>
    <w:rsid w:val="00C06653"/>
    <w:rsid w:val="00C113D2"/>
    <w:rsid w:val="00C1677D"/>
    <w:rsid w:val="00C264A4"/>
    <w:rsid w:val="00C3166E"/>
    <w:rsid w:val="00C352C1"/>
    <w:rsid w:val="00C415FA"/>
    <w:rsid w:val="00C46175"/>
    <w:rsid w:val="00C563BC"/>
    <w:rsid w:val="00C75F40"/>
    <w:rsid w:val="00C804B0"/>
    <w:rsid w:val="00C85BED"/>
    <w:rsid w:val="00C91E2F"/>
    <w:rsid w:val="00C955A8"/>
    <w:rsid w:val="00CA377B"/>
    <w:rsid w:val="00CA39B0"/>
    <w:rsid w:val="00CA4B1A"/>
    <w:rsid w:val="00CA50A1"/>
    <w:rsid w:val="00CB3833"/>
    <w:rsid w:val="00CC2727"/>
    <w:rsid w:val="00CD04A1"/>
    <w:rsid w:val="00CD4D3F"/>
    <w:rsid w:val="00CE778E"/>
    <w:rsid w:val="00CF0550"/>
    <w:rsid w:val="00CF362D"/>
    <w:rsid w:val="00CF4DD3"/>
    <w:rsid w:val="00CF5F67"/>
    <w:rsid w:val="00CF7D12"/>
    <w:rsid w:val="00D01322"/>
    <w:rsid w:val="00D14BEC"/>
    <w:rsid w:val="00D17B2A"/>
    <w:rsid w:val="00D259CB"/>
    <w:rsid w:val="00D60425"/>
    <w:rsid w:val="00D60ACF"/>
    <w:rsid w:val="00D73A87"/>
    <w:rsid w:val="00D7536A"/>
    <w:rsid w:val="00D771DA"/>
    <w:rsid w:val="00D80F9E"/>
    <w:rsid w:val="00D9463F"/>
    <w:rsid w:val="00DB1A3F"/>
    <w:rsid w:val="00DB3646"/>
    <w:rsid w:val="00DB417B"/>
    <w:rsid w:val="00DC45CE"/>
    <w:rsid w:val="00DD0615"/>
    <w:rsid w:val="00DD2066"/>
    <w:rsid w:val="00DD3CCD"/>
    <w:rsid w:val="00DE2078"/>
    <w:rsid w:val="00DE45BD"/>
    <w:rsid w:val="00DE6665"/>
    <w:rsid w:val="00DF6B02"/>
    <w:rsid w:val="00E036D6"/>
    <w:rsid w:val="00E1163B"/>
    <w:rsid w:val="00E3385F"/>
    <w:rsid w:val="00E62D83"/>
    <w:rsid w:val="00E910E6"/>
    <w:rsid w:val="00EA0416"/>
    <w:rsid w:val="00EA4D7F"/>
    <w:rsid w:val="00EC05B8"/>
    <w:rsid w:val="00EC08FC"/>
    <w:rsid w:val="00ED4EF8"/>
    <w:rsid w:val="00ED6F00"/>
    <w:rsid w:val="00EE78F3"/>
    <w:rsid w:val="00EF3B10"/>
    <w:rsid w:val="00EF4075"/>
    <w:rsid w:val="00EF6F52"/>
    <w:rsid w:val="00F106A7"/>
    <w:rsid w:val="00F15CD1"/>
    <w:rsid w:val="00F1618D"/>
    <w:rsid w:val="00F16897"/>
    <w:rsid w:val="00F43136"/>
    <w:rsid w:val="00F47CD7"/>
    <w:rsid w:val="00F5397B"/>
    <w:rsid w:val="00F627D6"/>
    <w:rsid w:val="00F73920"/>
    <w:rsid w:val="00F7581A"/>
    <w:rsid w:val="00F82EAC"/>
    <w:rsid w:val="00F84396"/>
    <w:rsid w:val="00F85024"/>
    <w:rsid w:val="00F9183F"/>
    <w:rsid w:val="00F943B7"/>
    <w:rsid w:val="00F9584A"/>
    <w:rsid w:val="00F9691D"/>
    <w:rsid w:val="00FA6309"/>
    <w:rsid w:val="00FA6875"/>
    <w:rsid w:val="00FA7D5B"/>
    <w:rsid w:val="00FB30F0"/>
    <w:rsid w:val="00FD0F8B"/>
    <w:rsid w:val="00FD579A"/>
    <w:rsid w:val="00FF0F78"/>
    <w:rsid w:val="00FF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F40"/>
    <w:pPr>
      <w:bidi/>
    </w:pPr>
    <w:rPr>
      <w:rFonts w:ascii="Times New Roman" w:eastAsia="Times New Roman" w:hAnsi="Times New Roman" w:cs="Times New Roman"/>
      <w:sz w:val="24"/>
      <w:szCs w:val="24"/>
      <w:lang w:bidi="ar-IQ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75F4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75F40"/>
    <w:rPr>
      <w:rFonts w:ascii="Times New Roman" w:hAnsi="Times New Roman" w:cs="Times New Roman"/>
      <w:sz w:val="24"/>
      <w:szCs w:val="24"/>
      <w:lang w:bidi="ar-IQ"/>
    </w:rPr>
  </w:style>
  <w:style w:type="paragraph" w:styleId="Footer">
    <w:name w:val="footer"/>
    <w:basedOn w:val="Normal"/>
    <w:link w:val="FooterChar"/>
    <w:uiPriority w:val="99"/>
    <w:rsid w:val="00C75F4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75F40"/>
    <w:rPr>
      <w:rFonts w:ascii="Times New Roman" w:hAnsi="Times New Roman" w:cs="Times New Roman"/>
      <w:sz w:val="24"/>
      <w:szCs w:val="24"/>
      <w:lang w:bidi="ar-IQ"/>
    </w:rPr>
  </w:style>
  <w:style w:type="character" w:styleId="PageNumber">
    <w:name w:val="page number"/>
    <w:basedOn w:val="DefaultParagraphFont"/>
    <w:uiPriority w:val="99"/>
    <w:rsid w:val="00C75F40"/>
    <w:rPr>
      <w:rFonts w:cs="Times New Roman"/>
    </w:rPr>
  </w:style>
  <w:style w:type="paragraph" w:customStyle="1" w:styleId="a">
    <w:name w:val="سرد الفقرات"/>
    <w:basedOn w:val="Normal"/>
    <w:uiPriority w:val="99"/>
    <w:rsid w:val="00C75F40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ar-SA"/>
    </w:rPr>
  </w:style>
  <w:style w:type="paragraph" w:customStyle="1" w:styleId="1">
    <w:name w:val="سرد الفقرات1"/>
    <w:basedOn w:val="Normal"/>
    <w:uiPriority w:val="99"/>
    <w:rsid w:val="00C75F40"/>
    <w:pPr>
      <w:ind w:left="720"/>
      <w:contextualSpacing/>
    </w:pPr>
    <w:rPr>
      <w:rFonts w:cs="Mangal"/>
      <w:szCs w:val="21"/>
      <w:lang w:bidi="hi-IN"/>
    </w:rPr>
  </w:style>
  <w:style w:type="paragraph" w:styleId="ListParagraph">
    <w:name w:val="List Paragraph"/>
    <w:basedOn w:val="Normal"/>
    <w:uiPriority w:val="99"/>
    <w:qFormat/>
    <w:rsid w:val="002F546C"/>
    <w:pPr>
      <w:ind w:left="720"/>
      <w:contextualSpacing/>
    </w:pPr>
    <w:rPr>
      <w:lang w:bidi="ar-SA"/>
    </w:rPr>
  </w:style>
  <w:style w:type="character" w:customStyle="1" w:styleId="BlockTextChar">
    <w:name w:val="Block Text Char"/>
    <w:basedOn w:val="DefaultParagraphFont"/>
    <w:link w:val="BlockText"/>
    <w:uiPriority w:val="99"/>
    <w:locked/>
    <w:rsid w:val="002F652E"/>
    <w:rPr>
      <w:rFonts w:ascii="Simplified Arabic" w:hAnsi="Simplified Arabic" w:cs="Simplified Arabic"/>
      <w:sz w:val="36"/>
      <w:szCs w:val="36"/>
      <w:lang w:val="en-US" w:eastAsia="en-US" w:bidi="ar-SA"/>
    </w:rPr>
  </w:style>
  <w:style w:type="paragraph" w:styleId="BlockText">
    <w:name w:val="Block Text"/>
    <w:basedOn w:val="Normal"/>
    <w:link w:val="BlockTextChar"/>
    <w:uiPriority w:val="99"/>
    <w:rsid w:val="002F652E"/>
    <w:pPr>
      <w:ind w:left="120"/>
      <w:jc w:val="lowKashida"/>
    </w:pPr>
    <w:rPr>
      <w:rFonts w:ascii="Simplified Arabic" w:eastAsia="Calibri" w:hAnsi="Simplified Arabic" w:cs="Simplified Arabic"/>
      <w:sz w:val="20"/>
      <w:szCs w:val="3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98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287</TotalTime>
  <Pages>12</Pages>
  <Words>2358</Words>
  <Characters>13446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</dc:creator>
  <cp:keywords/>
  <dc:description/>
  <cp:lastModifiedBy>Windows User</cp:lastModifiedBy>
  <cp:revision>193</cp:revision>
  <cp:lastPrinted>2013-11-12T06:58:00Z</cp:lastPrinted>
  <dcterms:created xsi:type="dcterms:W3CDTF">2013-06-22T09:05:00Z</dcterms:created>
  <dcterms:modified xsi:type="dcterms:W3CDTF">2013-11-18T16:48:00Z</dcterms:modified>
</cp:coreProperties>
</file>